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AECC8" w14:textId="53340CA8" w:rsidR="001407FC" w:rsidRPr="004250B3" w:rsidRDefault="00846B72" w:rsidP="001407FC">
      <w:pPr>
        <w:spacing w:after="0" w:line="240" w:lineRule="auto"/>
        <w:rPr>
          <w:rFonts w:cs="Arial"/>
          <w:bCs/>
          <w:i/>
          <w:iCs/>
          <w:sz w:val="24"/>
          <w:szCs w:val="24"/>
        </w:rPr>
      </w:pPr>
      <w:r w:rsidRPr="004250B3">
        <w:rPr>
          <w:rFonts w:cs="Arial"/>
          <w:bCs/>
          <w:sz w:val="24"/>
          <w:szCs w:val="24"/>
        </w:rPr>
        <w:t>Příloha č. 3</w:t>
      </w:r>
      <w:r w:rsidR="00E85CC6">
        <w:rPr>
          <w:rFonts w:cs="Arial"/>
          <w:bCs/>
          <w:sz w:val="24"/>
          <w:szCs w:val="24"/>
        </w:rPr>
        <w:t>i</w:t>
      </w:r>
      <w:r w:rsidRPr="004250B3">
        <w:rPr>
          <w:rFonts w:cs="Arial"/>
          <w:bCs/>
          <w:sz w:val="24"/>
          <w:szCs w:val="24"/>
        </w:rPr>
        <w:t xml:space="preserve"> Výzvy a ZD: Čestné prohlášení – základní způsobilost a další podmínky</w:t>
      </w:r>
    </w:p>
    <w:p w14:paraId="7AC50730" w14:textId="77777777" w:rsidR="0061235E" w:rsidRPr="004250B3" w:rsidRDefault="0061235E" w:rsidP="006E56CD">
      <w:pPr>
        <w:spacing w:after="0" w:line="240" w:lineRule="auto"/>
        <w:jc w:val="center"/>
        <w:rPr>
          <w:rFonts w:cs="Arial"/>
          <w:b/>
          <w:szCs w:val="20"/>
        </w:rPr>
      </w:pPr>
    </w:p>
    <w:p w14:paraId="21E73A48" w14:textId="4ABFD497" w:rsidR="00117957" w:rsidRDefault="00D00AD5" w:rsidP="00846B72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4250B3">
        <w:rPr>
          <w:rFonts w:cs="Arial"/>
          <w:b/>
          <w:sz w:val="32"/>
          <w:szCs w:val="32"/>
        </w:rPr>
        <w:t>ČESTNÉ PROHLÁŠENÍ</w:t>
      </w:r>
      <w:r w:rsidR="007E7DAE" w:rsidRPr="004250B3">
        <w:rPr>
          <w:rFonts w:cs="Arial"/>
          <w:b/>
          <w:sz w:val="32"/>
          <w:szCs w:val="32"/>
        </w:rPr>
        <w:t xml:space="preserve"> O SPLNĚNÍ ZÁKLADNÍ ZPŮSOBILOSTI</w:t>
      </w:r>
      <w:r w:rsidR="00846B72" w:rsidRPr="004250B3">
        <w:rPr>
          <w:rFonts w:cs="Arial"/>
          <w:b/>
          <w:sz w:val="32"/>
          <w:szCs w:val="32"/>
        </w:rPr>
        <w:t xml:space="preserve"> A DALŠÍCH PODMÍNEK</w:t>
      </w:r>
    </w:p>
    <w:p w14:paraId="3D0E9DF0" w14:textId="77777777" w:rsidR="006267E7" w:rsidRDefault="006267E7" w:rsidP="00846B72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</w:p>
    <w:p w14:paraId="3C42C625" w14:textId="56DB7B1B" w:rsidR="00AE5665" w:rsidRDefault="00AE5665" w:rsidP="00846B72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  <w:r w:rsidRPr="002B02CC">
        <w:rPr>
          <w:rFonts w:cs="Arial"/>
          <w:b/>
          <w:i/>
          <w:iCs/>
          <w:sz w:val="28"/>
          <w:szCs w:val="28"/>
        </w:rPr>
        <w:t>„</w:t>
      </w:r>
      <w:r w:rsidR="00B133A7" w:rsidRPr="002B02CC">
        <w:rPr>
          <w:rFonts w:cs="Arial"/>
          <w:b/>
          <w:i/>
          <w:iCs/>
          <w:sz w:val="28"/>
          <w:szCs w:val="28"/>
        </w:rPr>
        <w:t>Nákup IT techniky</w:t>
      </w:r>
      <w:r w:rsidRPr="002B02CC">
        <w:rPr>
          <w:rFonts w:cs="Arial"/>
          <w:b/>
          <w:i/>
          <w:iCs/>
          <w:sz w:val="28"/>
          <w:szCs w:val="28"/>
        </w:rPr>
        <w:t>“</w:t>
      </w:r>
    </w:p>
    <w:p w14:paraId="033B2455" w14:textId="2E55A29C" w:rsidR="00E24798" w:rsidRPr="00AE5665" w:rsidRDefault="00E24798" w:rsidP="00E24798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  <w:r w:rsidRPr="0073798E">
        <w:rPr>
          <w:rFonts w:cs="Arial"/>
          <w:b/>
          <w:i/>
          <w:iCs/>
          <w:sz w:val="28"/>
          <w:szCs w:val="28"/>
          <w:highlight w:val="yellow"/>
        </w:rPr>
        <w:t>Část A</w:t>
      </w:r>
      <w:r>
        <w:rPr>
          <w:rFonts w:cs="Arial"/>
          <w:b/>
          <w:i/>
          <w:iCs/>
          <w:sz w:val="28"/>
          <w:szCs w:val="28"/>
          <w:highlight w:val="yellow"/>
        </w:rPr>
        <w:t xml:space="preserve"> - Monitory</w:t>
      </w:r>
      <w:r w:rsidRPr="0073798E">
        <w:rPr>
          <w:rFonts w:cs="Arial"/>
          <w:b/>
          <w:i/>
          <w:iCs/>
          <w:sz w:val="28"/>
          <w:szCs w:val="28"/>
          <w:highlight w:val="yellow"/>
        </w:rPr>
        <w:t xml:space="preserve"> / Část B</w:t>
      </w:r>
      <w:r>
        <w:rPr>
          <w:rFonts w:cs="Arial"/>
          <w:b/>
          <w:i/>
          <w:iCs/>
          <w:sz w:val="28"/>
          <w:szCs w:val="28"/>
          <w:highlight w:val="yellow"/>
        </w:rPr>
        <w:t xml:space="preserve"> – </w:t>
      </w:r>
      <w:r w:rsidR="006C6F42">
        <w:rPr>
          <w:rFonts w:cs="Arial"/>
          <w:b/>
          <w:i/>
          <w:iCs/>
          <w:sz w:val="28"/>
          <w:szCs w:val="28"/>
          <w:highlight w:val="yellow"/>
        </w:rPr>
        <w:t>Počítače a příslušenství</w:t>
      </w:r>
      <w:r w:rsidRPr="0073798E">
        <w:rPr>
          <w:rFonts w:cs="Arial"/>
          <w:b/>
          <w:i/>
          <w:iCs/>
          <w:sz w:val="28"/>
          <w:szCs w:val="28"/>
          <w:highlight w:val="yellow"/>
        </w:rPr>
        <w:t xml:space="preserve"> / Část C </w:t>
      </w:r>
      <w:r>
        <w:rPr>
          <w:rFonts w:cs="Arial"/>
          <w:b/>
          <w:i/>
          <w:iCs/>
          <w:sz w:val="28"/>
          <w:szCs w:val="28"/>
          <w:highlight w:val="yellow"/>
        </w:rPr>
        <w:t xml:space="preserve">– Notebooky a </w:t>
      </w:r>
      <w:r w:rsidR="0051616C">
        <w:rPr>
          <w:rFonts w:cs="Arial"/>
          <w:b/>
          <w:i/>
          <w:iCs/>
          <w:sz w:val="28"/>
          <w:szCs w:val="28"/>
          <w:highlight w:val="yellow"/>
        </w:rPr>
        <w:t xml:space="preserve">příslušenství </w:t>
      </w:r>
      <w:r w:rsidRPr="008014E8">
        <w:rPr>
          <w:rFonts w:cs="Arial"/>
          <w:bCs/>
          <w:sz w:val="24"/>
          <w:szCs w:val="24"/>
          <w:highlight w:val="yellow"/>
        </w:rPr>
        <w:t>(dodavatel vybere relevantní Část)</w:t>
      </w:r>
    </w:p>
    <w:p w14:paraId="3687AD00" w14:textId="77777777" w:rsidR="00846B72" w:rsidRPr="004250B3" w:rsidRDefault="00846B72" w:rsidP="00846B72">
      <w:pPr>
        <w:spacing w:after="0" w:line="240" w:lineRule="auto"/>
        <w:jc w:val="center"/>
        <w:rPr>
          <w:rFonts w:cs="Arial"/>
          <w:b/>
          <w:szCs w:val="20"/>
        </w:rPr>
      </w:pPr>
    </w:p>
    <w:p w14:paraId="0E73D3A8" w14:textId="6F89CCC8" w:rsidR="00117957" w:rsidRPr="004250B3" w:rsidRDefault="00117957" w:rsidP="00117957">
      <w:pPr>
        <w:spacing w:after="0" w:line="240" w:lineRule="auto"/>
        <w:rPr>
          <w:rFonts w:cs="Arial"/>
          <w:b/>
          <w:szCs w:val="20"/>
        </w:rPr>
      </w:pPr>
      <w:r w:rsidRPr="004250B3">
        <w:rPr>
          <w:rFonts w:cs="Arial"/>
          <w:b/>
          <w:szCs w:val="20"/>
        </w:rPr>
        <w:t>Za dodavatele</w:t>
      </w:r>
    </w:p>
    <w:p w14:paraId="50BFEC72" w14:textId="07D0C7B3" w:rsidR="00117957" w:rsidRPr="004250B3" w:rsidRDefault="00117957" w:rsidP="00117957">
      <w:pPr>
        <w:spacing w:after="0" w:line="240" w:lineRule="auto"/>
        <w:rPr>
          <w:rFonts w:cs="Arial"/>
          <w:b/>
          <w:szCs w:val="20"/>
        </w:rPr>
      </w:pPr>
      <w:r w:rsidRPr="004250B3">
        <w:rPr>
          <w:rFonts w:cs="Arial"/>
          <w:b/>
          <w:szCs w:val="20"/>
        </w:rPr>
        <w:t>název / jméno:</w:t>
      </w:r>
      <w:r w:rsidRPr="004250B3">
        <w:rPr>
          <w:rFonts w:cs="Arial"/>
          <w:b/>
          <w:szCs w:val="20"/>
        </w:rPr>
        <w:tab/>
      </w:r>
      <w:r w:rsidRPr="004250B3">
        <w:rPr>
          <w:rFonts w:cs="Arial"/>
          <w:b/>
          <w:szCs w:val="20"/>
        </w:rPr>
        <w:tab/>
      </w:r>
      <w:r w:rsidR="002D19F2" w:rsidRPr="004250B3">
        <w:rPr>
          <w:rFonts w:cs="Arial"/>
          <w:b/>
          <w:szCs w:val="20"/>
          <w:highlight w:val="yellow"/>
        </w:rPr>
        <w:t>doplní dodavatel</w:t>
      </w:r>
    </w:p>
    <w:p w14:paraId="395796DA" w14:textId="5C68B33D" w:rsidR="00117957" w:rsidRPr="004250B3" w:rsidRDefault="00117957" w:rsidP="00117957">
      <w:pPr>
        <w:spacing w:after="0" w:line="240" w:lineRule="auto"/>
        <w:rPr>
          <w:rFonts w:cs="Arial"/>
          <w:bCs/>
          <w:szCs w:val="20"/>
        </w:rPr>
      </w:pPr>
      <w:r w:rsidRPr="004250B3">
        <w:rPr>
          <w:rFonts w:cs="Arial"/>
          <w:bCs/>
          <w:szCs w:val="20"/>
        </w:rPr>
        <w:t>IČO:</w:t>
      </w:r>
      <w:r w:rsidRPr="004250B3">
        <w:rPr>
          <w:rFonts w:cs="Arial"/>
          <w:bCs/>
          <w:szCs w:val="20"/>
        </w:rPr>
        <w:tab/>
      </w:r>
      <w:r w:rsidRPr="004250B3">
        <w:rPr>
          <w:rFonts w:cs="Arial"/>
          <w:bCs/>
          <w:szCs w:val="20"/>
        </w:rPr>
        <w:tab/>
      </w:r>
      <w:r w:rsidRPr="004250B3">
        <w:rPr>
          <w:rFonts w:cs="Arial"/>
          <w:bCs/>
          <w:szCs w:val="20"/>
        </w:rPr>
        <w:tab/>
      </w:r>
      <w:r w:rsidR="002D19F2" w:rsidRPr="004250B3">
        <w:rPr>
          <w:rFonts w:cs="Arial"/>
          <w:bCs/>
          <w:szCs w:val="20"/>
          <w:highlight w:val="yellow"/>
        </w:rPr>
        <w:t>doplní dodavatel</w:t>
      </w:r>
    </w:p>
    <w:p w14:paraId="3A860D53" w14:textId="37B11017" w:rsidR="00117957" w:rsidRDefault="00117957" w:rsidP="00117957">
      <w:pPr>
        <w:spacing w:after="0" w:line="240" w:lineRule="auto"/>
        <w:rPr>
          <w:rFonts w:cs="Arial"/>
          <w:bCs/>
          <w:szCs w:val="20"/>
        </w:rPr>
      </w:pPr>
      <w:r w:rsidRPr="004250B3">
        <w:rPr>
          <w:rFonts w:cs="Arial"/>
          <w:bCs/>
          <w:szCs w:val="20"/>
        </w:rPr>
        <w:t>adresa sídla:</w:t>
      </w:r>
      <w:r w:rsidRPr="004250B3">
        <w:rPr>
          <w:rFonts w:cs="Arial"/>
          <w:bCs/>
          <w:szCs w:val="20"/>
        </w:rPr>
        <w:tab/>
      </w:r>
      <w:r w:rsidRPr="004250B3">
        <w:rPr>
          <w:rFonts w:cs="Arial"/>
          <w:bCs/>
          <w:szCs w:val="20"/>
        </w:rPr>
        <w:tab/>
      </w:r>
      <w:r w:rsidR="002D19F2" w:rsidRPr="004250B3">
        <w:rPr>
          <w:rFonts w:cs="Arial"/>
          <w:bCs/>
          <w:szCs w:val="20"/>
          <w:highlight w:val="yellow"/>
        </w:rPr>
        <w:t>doplní dodavatel</w:t>
      </w:r>
    </w:p>
    <w:p w14:paraId="73CE7DF2" w14:textId="77777777" w:rsidR="004250B3" w:rsidRPr="004250B3" w:rsidRDefault="004250B3" w:rsidP="00117957">
      <w:pPr>
        <w:spacing w:after="0" w:line="240" w:lineRule="auto"/>
        <w:rPr>
          <w:rFonts w:cs="Arial"/>
          <w:bCs/>
          <w:szCs w:val="20"/>
        </w:rPr>
      </w:pPr>
    </w:p>
    <w:p w14:paraId="6C24DABC" w14:textId="77777777" w:rsidR="008D20A5" w:rsidRPr="004250B3" w:rsidRDefault="008D20A5" w:rsidP="00117957">
      <w:pPr>
        <w:spacing w:after="0" w:line="240" w:lineRule="auto"/>
        <w:rPr>
          <w:rFonts w:cs="Arial"/>
          <w:bCs/>
          <w:szCs w:val="20"/>
        </w:rPr>
      </w:pPr>
    </w:p>
    <w:p w14:paraId="60AF9BF6" w14:textId="1ACF2C28" w:rsidR="002C4BED" w:rsidRPr="004250B3" w:rsidRDefault="002C4BED" w:rsidP="00633067">
      <w:pPr>
        <w:pStyle w:val="MNETnormln"/>
        <w:numPr>
          <w:ilvl w:val="0"/>
          <w:numId w:val="18"/>
        </w:numPr>
        <w:rPr>
          <w:b/>
          <w:bCs/>
          <w:sz w:val="24"/>
          <w:szCs w:val="24"/>
          <w:u w:val="single"/>
        </w:rPr>
      </w:pPr>
      <w:r w:rsidRPr="004250B3">
        <w:rPr>
          <w:b/>
          <w:bCs/>
          <w:sz w:val="24"/>
          <w:szCs w:val="24"/>
          <w:u w:val="single"/>
        </w:rPr>
        <w:t>ZÁKLADNÍ ZPŮSOBILOST</w:t>
      </w:r>
    </w:p>
    <w:p w14:paraId="13E296CE" w14:textId="77777777" w:rsidR="002C4BED" w:rsidRPr="004250B3" w:rsidRDefault="002C4BED" w:rsidP="002C4BED">
      <w:pPr>
        <w:pStyle w:val="MNETnormln"/>
        <w:rPr>
          <w:b/>
          <w:bCs/>
          <w:szCs w:val="20"/>
          <w:u w:val="single"/>
        </w:rPr>
      </w:pPr>
    </w:p>
    <w:p w14:paraId="0E775BD3" w14:textId="77777777" w:rsidR="00261224" w:rsidRPr="004250B3" w:rsidRDefault="00261224" w:rsidP="001B5538">
      <w:pPr>
        <w:jc w:val="both"/>
        <w:rPr>
          <w:rFonts w:cs="Arial"/>
          <w:szCs w:val="20"/>
        </w:rPr>
      </w:pPr>
      <w:r w:rsidRPr="004250B3">
        <w:rPr>
          <w:rFonts w:cs="Arial"/>
          <w:szCs w:val="20"/>
        </w:rPr>
        <w:t xml:space="preserve">Dodavatel tímto v souladu s § </w:t>
      </w:r>
      <w:smartTag w:uri="urn:schemas-microsoft-com:office:smarttags" w:element="metricconverter">
        <w:smartTagPr>
          <w:attr w:name="ProductID" w:val="74 a"/>
        </w:smartTagPr>
        <w:r w:rsidRPr="004250B3">
          <w:rPr>
            <w:rFonts w:cs="Arial"/>
            <w:szCs w:val="20"/>
          </w:rPr>
          <w:t>74 a</w:t>
        </w:r>
      </w:smartTag>
      <w:r w:rsidRPr="004250B3">
        <w:rPr>
          <w:rFonts w:cs="Arial"/>
          <w:szCs w:val="20"/>
        </w:rPr>
        <w:t xml:space="preserve"> § 75 zákona č. 134/2016 Sb., o zadávání veřejných zakázek, čestně prohlašuje, že splňuje podmínky základní způsobilosti pro plnění shora uvedené veřejné zakázky.</w:t>
      </w:r>
    </w:p>
    <w:p w14:paraId="140A64BA" w14:textId="77777777" w:rsidR="00261224" w:rsidRPr="004250B3" w:rsidRDefault="00261224" w:rsidP="00261224">
      <w:pPr>
        <w:jc w:val="both"/>
        <w:rPr>
          <w:rFonts w:cs="Arial"/>
          <w:szCs w:val="20"/>
        </w:rPr>
      </w:pPr>
      <w:r w:rsidRPr="004250B3">
        <w:rPr>
          <w:rFonts w:cs="Arial"/>
          <w:szCs w:val="20"/>
        </w:rPr>
        <w:t>Dodavatel tímto čestně prohlašuje, že:</w:t>
      </w:r>
    </w:p>
    <w:p w14:paraId="6DC6FA73" w14:textId="77777777" w:rsidR="00261224" w:rsidRPr="004250B3" w:rsidRDefault="00261224" w:rsidP="00261224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cs="Arial"/>
          <w:szCs w:val="20"/>
        </w:rPr>
      </w:pPr>
      <w:r w:rsidRPr="004250B3">
        <w:rPr>
          <w:rFonts w:cs="Arial"/>
          <w:szCs w:val="20"/>
        </w:rPr>
        <w:t>nebyl v zemi svého sídla v posledních 5 letech před zahájením zadávacího řízení pravomocně odsouzen pro trestný čin uvedený v příloze č. 3 k zákonu č. 134/2016 Sb., o zadávání veřejných zakázek, nebo obdobný trestný čin podle právního řádu země sídla dodavatele;</w:t>
      </w:r>
    </w:p>
    <w:p w14:paraId="0583078A" w14:textId="77777777" w:rsidR="00261224" w:rsidRPr="004250B3" w:rsidRDefault="00261224" w:rsidP="00261224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cs="Arial"/>
          <w:szCs w:val="20"/>
        </w:rPr>
      </w:pPr>
      <w:r w:rsidRPr="004250B3">
        <w:rPr>
          <w:rFonts w:cs="Arial"/>
          <w:szCs w:val="20"/>
        </w:rPr>
        <w:t>nemá v České republice nebo v zemi svého sídla v evidenci daní zachycen splatný daňový nedoplatek;</w:t>
      </w:r>
    </w:p>
    <w:p w14:paraId="0EC4F30E" w14:textId="77777777" w:rsidR="00261224" w:rsidRPr="004250B3" w:rsidRDefault="00261224" w:rsidP="00261224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cs="Arial"/>
          <w:szCs w:val="20"/>
        </w:rPr>
      </w:pPr>
      <w:r w:rsidRPr="004250B3">
        <w:rPr>
          <w:rFonts w:cs="Arial"/>
          <w:szCs w:val="20"/>
        </w:rPr>
        <w:t>nemá nedoplatek na spotřební dani, a to jak v České republice, tak v zemi svého sídla;</w:t>
      </w:r>
    </w:p>
    <w:p w14:paraId="34AD2339" w14:textId="0053323C" w:rsidR="00261224" w:rsidRPr="004250B3" w:rsidRDefault="00261224" w:rsidP="00261224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cs="Arial"/>
          <w:szCs w:val="20"/>
        </w:rPr>
      </w:pPr>
      <w:r w:rsidRPr="004250B3">
        <w:rPr>
          <w:rFonts w:cs="Arial"/>
          <w:szCs w:val="20"/>
        </w:rPr>
        <w:t>nemá v České republice nebo v zemi svého sídla splatný nedoplatek na pojistném nebo na penále na</w:t>
      </w:r>
      <w:r w:rsidR="00CA5A25" w:rsidRPr="004250B3">
        <w:rPr>
          <w:rFonts w:cs="Arial"/>
          <w:szCs w:val="20"/>
        </w:rPr>
        <w:t> </w:t>
      </w:r>
      <w:r w:rsidRPr="004250B3">
        <w:rPr>
          <w:rFonts w:cs="Arial"/>
          <w:szCs w:val="20"/>
        </w:rPr>
        <w:t>veřejné zdravotní pojištění;</w:t>
      </w:r>
    </w:p>
    <w:p w14:paraId="712D11F4" w14:textId="26275658" w:rsidR="00261224" w:rsidRPr="004250B3" w:rsidRDefault="00261224" w:rsidP="00261224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cs="Arial"/>
          <w:szCs w:val="20"/>
        </w:rPr>
      </w:pPr>
      <w:r w:rsidRPr="004250B3">
        <w:rPr>
          <w:rFonts w:cs="Arial"/>
          <w:szCs w:val="20"/>
        </w:rPr>
        <w:t>nemá v České republice nebo v zemi svého sídla splatný nedoplatek na pojistném nebo na penále na</w:t>
      </w:r>
      <w:r w:rsidR="00CA5A25" w:rsidRPr="004250B3">
        <w:rPr>
          <w:rFonts w:cs="Arial"/>
          <w:szCs w:val="20"/>
        </w:rPr>
        <w:t> </w:t>
      </w:r>
      <w:r w:rsidRPr="004250B3">
        <w:rPr>
          <w:rFonts w:cs="Arial"/>
          <w:szCs w:val="20"/>
        </w:rPr>
        <w:t xml:space="preserve">sociální zabezpečení a příspěvku na státní politiku zaměstnanosti; </w:t>
      </w:r>
    </w:p>
    <w:p w14:paraId="6916AC15" w14:textId="77777777" w:rsidR="00261224" w:rsidRPr="004250B3" w:rsidRDefault="00261224" w:rsidP="00261224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cs="Arial"/>
          <w:szCs w:val="20"/>
        </w:rPr>
      </w:pPr>
      <w:r w:rsidRPr="004250B3">
        <w:rPr>
          <w:rFonts w:cs="Arial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640627D4" w14:textId="15846EA3" w:rsidR="004250B3" w:rsidRDefault="00261224" w:rsidP="004250B3">
      <w:pPr>
        <w:jc w:val="both"/>
        <w:rPr>
          <w:rFonts w:cs="Arial"/>
          <w:szCs w:val="20"/>
        </w:rPr>
      </w:pPr>
      <w:r w:rsidRPr="004250B3">
        <w:rPr>
          <w:rFonts w:cs="Arial"/>
          <w:szCs w:val="20"/>
        </w:rPr>
        <w:t>Dodavatel dále čestně prohlašuje, že podmínku podle § 74 odst. 1 písm. a) zákona č. 134/2016 Sb., o zadávání veřejných zakázek, splňuje zároveň každý člen jeho statutárního orgánu, přičemž je-li členem statutárního orgánu dodavatele právnická osoba, splňuje tuto podmínku tato právnická osoba, každý člen statutárního orgánu této právnické osoby a osoba zastupující tuto právnickou osobu v statutárním orgánu dodavatele</w:t>
      </w:r>
      <w:r w:rsidR="00CD2469" w:rsidRPr="004250B3">
        <w:rPr>
          <w:rFonts w:cs="Arial"/>
          <w:szCs w:val="20"/>
        </w:rPr>
        <w:t xml:space="preserve">, </w:t>
      </w:r>
      <w:r w:rsidR="002659D6">
        <w:rPr>
          <w:rFonts w:cs="Arial"/>
          <w:szCs w:val="20"/>
        </w:rPr>
        <w:t>a</w:t>
      </w:r>
      <w:r w:rsidR="00CD2469" w:rsidRPr="004250B3">
        <w:rPr>
          <w:rFonts w:cs="Arial"/>
          <w:szCs w:val="20"/>
        </w:rPr>
        <w:t xml:space="preserve"> zároveň tuto podmínku splňují také jiné osoby, které mají v rámci struktury dodavatele práva spojená se zastupováním (prokurista nebo osoba podepisující smlouvu).</w:t>
      </w:r>
    </w:p>
    <w:p w14:paraId="00B9BDB0" w14:textId="77777777" w:rsidR="009010D9" w:rsidRDefault="009010D9" w:rsidP="004250B3">
      <w:pPr>
        <w:jc w:val="both"/>
        <w:rPr>
          <w:rFonts w:cs="Arial"/>
          <w:szCs w:val="20"/>
        </w:rPr>
      </w:pPr>
    </w:p>
    <w:p w14:paraId="2488C3EF" w14:textId="213743EF" w:rsidR="00511FD7" w:rsidRPr="004250B3" w:rsidRDefault="00992920" w:rsidP="00633067">
      <w:pPr>
        <w:pStyle w:val="MNETnormln"/>
        <w:numPr>
          <w:ilvl w:val="0"/>
          <w:numId w:val="18"/>
        </w:numPr>
        <w:rPr>
          <w:b/>
          <w:bCs/>
          <w:sz w:val="24"/>
          <w:szCs w:val="24"/>
          <w:u w:val="single"/>
        </w:rPr>
      </w:pPr>
      <w:r w:rsidRPr="004250B3">
        <w:rPr>
          <w:b/>
          <w:bCs/>
          <w:sz w:val="24"/>
          <w:szCs w:val="24"/>
          <w:u w:val="single"/>
        </w:rPr>
        <w:t>STŘET ZÁJMŮ</w:t>
      </w:r>
    </w:p>
    <w:p w14:paraId="544F2573" w14:textId="77777777" w:rsidR="00D01F13" w:rsidRPr="004250B3" w:rsidRDefault="00D01F13" w:rsidP="00D01F13">
      <w:pPr>
        <w:pStyle w:val="MNETnormln"/>
        <w:rPr>
          <w:szCs w:val="20"/>
        </w:rPr>
      </w:pPr>
    </w:p>
    <w:p w14:paraId="1EFD6B18" w14:textId="1466DFCC" w:rsidR="00A56826" w:rsidRPr="004250B3" w:rsidRDefault="00A56826" w:rsidP="00A56826">
      <w:pPr>
        <w:pStyle w:val="MNETnormln"/>
        <w:rPr>
          <w:szCs w:val="20"/>
        </w:rPr>
      </w:pPr>
      <w:r w:rsidRPr="004250B3">
        <w:rPr>
          <w:szCs w:val="20"/>
        </w:rPr>
        <w:t xml:space="preserve">Pro účely zadávacího řízení na shora uvedenou veřejnou zakázku </w:t>
      </w:r>
      <w:r w:rsidR="00F3155B" w:rsidRPr="004250B3">
        <w:rPr>
          <w:szCs w:val="20"/>
        </w:rPr>
        <w:t xml:space="preserve">čestně </w:t>
      </w:r>
      <w:r w:rsidRPr="004250B3">
        <w:rPr>
          <w:szCs w:val="20"/>
        </w:rPr>
        <w:t>prohlašuji, že shora uvedený dodavatel:</w:t>
      </w:r>
    </w:p>
    <w:p w14:paraId="7B024617" w14:textId="2805AED9" w:rsidR="00A56826" w:rsidRDefault="00A56826" w:rsidP="002061F9">
      <w:pPr>
        <w:pStyle w:val="MNETnormln"/>
        <w:numPr>
          <w:ilvl w:val="0"/>
          <w:numId w:val="16"/>
        </w:numPr>
        <w:jc w:val="both"/>
        <w:rPr>
          <w:szCs w:val="20"/>
        </w:rPr>
      </w:pPr>
      <w:r w:rsidRPr="004250B3">
        <w:rPr>
          <w:szCs w:val="20"/>
        </w:rPr>
        <w:t>není obchodní společností, ve které veřejný funkcionář uvedený v § 2 odst. 1 písm. c) zák. č. 159/2006 Sb., o střetu zájmů, v platném znění nebo jím ovládaná osoba vlastní podíl představující alespoň 25 % účasti společníka v obchodní společnosti a</w:t>
      </w:r>
    </w:p>
    <w:p w14:paraId="3CDC87AE" w14:textId="258187AB" w:rsidR="00261224" w:rsidRPr="004250B3" w:rsidRDefault="00A56826" w:rsidP="00A56826">
      <w:pPr>
        <w:pStyle w:val="MNETnormln"/>
        <w:numPr>
          <w:ilvl w:val="0"/>
          <w:numId w:val="16"/>
        </w:numPr>
        <w:rPr>
          <w:szCs w:val="20"/>
        </w:rPr>
      </w:pPr>
      <w:r w:rsidRPr="004250B3">
        <w:rPr>
          <w:szCs w:val="20"/>
        </w:rPr>
        <w:lastRenderedPageBreak/>
        <w:t>že neprokazuje svou kvalifikaci prostřednictvím osoby uvedené v předchozí odrážce.</w:t>
      </w:r>
    </w:p>
    <w:p w14:paraId="3BD511AC" w14:textId="77777777" w:rsidR="00A56826" w:rsidRDefault="00A56826" w:rsidP="00A56826">
      <w:pPr>
        <w:pStyle w:val="MNETnormln"/>
        <w:rPr>
          <w:szCs w:val="20"/>
          <w:highlight w:val="cyan"/>
        </w:rPr>
      </w:pPr>
    </w:p>
    <w:p w14:paraId="2E950549" w14:textId="773FDE3C" w:rsidR="001638D5" w:rsidRPr="004250B3" w:rsidRDefault="001638D5" w:rsidP="00633067">
      <w:pPr>
        <w:pStyle w:val="MNETnormln"/>
        <w:numPr>
          <w:ilvl w:val="0"/>
          <w:numId w:val="18"/>
        </w:numPr>
        <w:rPr>
          <w:b/>
          <w:bCs/>
          <w:sz w:val="24"/>
          <w:szCs w:val="24"/>
          <w:u w:val="single"/>
        </w:rPr>
      </w:pPr>
      <w:r w:rsidRPr="004250B3">
        <w:rPr>
          <w:b/>
          <w:bCs/>
          <w:sz w:val="24"/>
          <w:szCs w:val="24"/>
          <w:u w:val="single"/>
        </w:rPr>
        <w:t>OPATŘENÍ PŘIJATÁ VZHLEDEM K ČINNOSTEM RUSKA a BĚLORUSKA DESTABILIZUJÍCÍM SITUACI NA UKRAJINĚ</w:t>
      </w:r>
    </w:p>
    <w:p w14:paraId="4843D658" w14:textId="77777777" w:rsidR="00BF3D3A" w:rsidRPr="004250B3" w:rsidRDefault="00BF3D3A" w:rsidP="00B97EB4">
      <w:pPr>
        <w:pStyle w:val="MNETnormln"/>
        <w:jc w:val="both"/>
        <w:rPr>
          <w:b/>
          <w:bCs/>
          <w:szCs w:val="20"/>
          <w:u w:val="single"/>
        </w:rPr>
      </w:pPr>
    </w:p>
    <w:p w14:paraId="49A45CAA" w14:textId="404E1BDD" w:rsidR="00F3155B" w:rsidRPr="004250B3" w:rsidRDefault="00F3155B" w:rsidP="00B97EB4">
      <w:pPr>
        <w:spacing w:after="0" w:line="240" w:lineRule="auto"/>
        <w:ind w:right="79"/>
        <w:jc w:val="both"/>
        <w:rPr>
          <w:rFonts w:cs="Arial"/>
          <w:szCs w:val="20"/>
          <w:lang w:eastAsia="en-GB"/>
        </w:rPr>
      </w:pPr>
      <w:r w:rsidRPr="004250B3">
        <w:rPr>
          <w:rFonts w:cs="Arial"/>
          <w:szCs w:val="20"/>
          <w:lang w:eastAsia="en-GB"/>
        </w:rPr>
        <w:t xml:space="preserve">Čestně prohlašuji, že jako dodavatel </w:t>
      </w:r>
      <w:r w:rsidRPr="004250B3">
        <w:rPr>
          <w:rFonts w:eastAsia="Arial" w:cs="Arial"/>
          <w:szCs w:val="20"/>
        </w:rPr>
        <w:t>veřejné zakázky nejsem dodavatelem ve smyslu nařízení Rady EU č.</w:t>
      </w:r>
      <w:r w:rsidR="00B2044C" w:rsidRPr="004250B3">
        <w:rPr>
          <w:rFonts w:eastAsia="Arial" w:cs="Arial"/>
          <w:szCs w:val="20"/>
        </w:rPr>
        <w:t> </w:t>
      </w:r>
      <w:r w:rsidRPr="004250B3">
        <w:rPr>
          <w:rFonts w:eastAsia="Arial" w:cs="Arial"/>
          <w:szCs w:val="20"/>
        </w:rPr>
        <w:t>2022/576, tj. nejsem</w:t>
      </w:r>
      <w:r w:rsidRPr="004250B3">
        <w:rPr>
          <w:rFonts w:cs="Arial"/>
          <w:szCs w:val="20"/>
          <w:lang w:eastAsia="en-GB"/>
        </w:rPr>
        <w:t>:</w:t>
      </w:r>
    </w:p>
    <w:p w14:paraId="4183D181" w14:textId="77777777" w:rsidR="00F3155B" w:rsidRPr="004250B3" w:rsidRDefault="00F3155B" w:rsidP="00B97EB4">
      <w:pPr>
        <w:pStyle w:val="Odstavecseseznamem"/>
        <w:numPr>
          <w:ilvl w:val="1"/>
          <w:numId w:val="17"/>
        </w:numPr>
        <w:spacing w:before="0"/>
        <w:ind w:left="507" w:right="79"/>
        <w:contextualSpacing w:val="0"/>
        <w:jc w:val="both"/>
        <w:rPr>
          <w:rFonts w:cs="Arial"/>
          <w:szCs w:val="20"/>
          <w:lang w:eastAsia="en-GB"/>
        </w:rPr>
      </w:pPr>
      <w:r w:rsidRPr="004250B3">
        <w:rPr>
          <w:rFonts w:eastAsia="Arial" w:cs="Arial"/>
          <w:szCs w:val="20"/>
        </w:rPr>
        <w:t>ruským státním příslušníkem, fyzickou či právnickou osobou, subjektem či orgánem se sídlem v Rusku,</w:t>
      </w:r>
    </w:p>
    <w:p w14:paraId="79092358" w14:textId="77777777" w:rsidR="00F3155B" w:rsidRPr="004250B3" w:rsidRDefault="00F3155B" w:rsidP="00B97EB4">
      <w:pPr>
        <w:pStyle w:val="Odstavecseseznamem"/>
        <w:numPr>
          <w:ilvl w:val="1"/>
          <w:numId w:val="17"/>
        </w:numPr>
        <w:spacing w:before="0"/>
        <w:ind w:left="507" w:right="79"/>
        <w:contextualSpacing w:val="0"/>
        <w:jc w:val="both"/>
        <w:rPr>
          <w:rFonts w:cs="Arial"/>
          <w:szCs w:val="20"/>
          <w:lang w:eastAsia="en-GB"/>
        </w:rPr>
      </w:pPr>
      <w:r w:rsidRPr="004250B3">
        <w:rPr>
          <w:rFonts w:eastAsia="Arial" w:cs="Arial"/>
          <w:szCs w:val="20"/>
        </w:rPr>
        <w:t>právnickou osobou, subjektem nebo orgánem, který je z více než 50 % přímo či nepřímo vlastněný některým ze subjektů uvedených v písmeni a), nebo</w:t>
      </w:r>
    </w:p>
    <w:p w14:paraId="6E9DCCDE" w14:textId="77777777" w:rsidR="00F3155B" w:rsidRPr="004250B3" w:rsidRDefault="00F3155B" w:rsidP="00B97EB4">
      <w:pPr>
        <w:pStyle w:val="Odstavecseseznamem"/>
        <w:numPr>
          <w:ilvl w:val="1"/>
          <w:numId w:val="17"/>
        </w:numPr>
        <w:spacing w:before="0"/>
        <w:ind w:left="507" w:right="79"/>
        <w:contextualSpacing w:val="0"/>
        <w:jc w:val="both"/>
        <w:rPr>
          <w:rFonts w:cs="Arial"/>
          <w:szCs w:val="20"/>
          <w:lang w:eastAsia="en-GB"/>
        </w:rPr>
      </w:pPr>
      <w:r w:rsidRPr="004250B3">
        <w:rPr>
          <w:rFonts w:eastAsia="Arial" w:cs="Arial"/>
          <w:szCs w:val="20"/>
        </w:rPr>
        <w:t>fyzickou nebo právnickou osobou, subjektem nebo orgánem, který jedná jménem nebo na pokyn některého ze subjektů uvedených v písmeni a) nebo b).</w:t>
      </w:r>
    </w:p>
    <w:p w14:paraId="6F78904B" w14:textId="77777777" w:rsidR="00B97EB4" w:rsidRPr="004250B3" w:rsidRDefault="00B97EB4" w:rsidP="00B97EB4">
      <w:pPr>
        <w:spacing w:after="0" w:line="240" w:lineRule="auto"/>
        <w:ind w:right="79"/>
        <w:jc w:val="both"/>
        <w:rPr>
          <w:rFonts w:eastAsia="Arial" w:cs="Arial"/>
          <w:szCs w:val="20"/>
        </w:rPr>
      </w:pPr>
    </w:p>
    <w:p w14:paraId="36C9620D" w14:textId="3ABFE9C9" w:rsidR="00F3155B" w:rsidRPr="004250B3" w:rsidRDefault="00F3155B" w:rsidP="00B97EB4">
      <w:pPr>
        <w:spacing w:after="0" w:line="240" w:lineRule="auto"/>
        <w:ind w:right="79"/>
        <w:jc w:val="both"/>
        <w:rPr>
          <w:rFonts w:eastAsia="Arial" w:cs="Arial"/>
          <w:szCs w:val="20"/>
        </w:rPr>
      </w:pPr>
      <w:r w:rsidRPr="004250B3">
        <w:rPr>
          <w:rFonts w:eastAsia="Arial" w:cs="Arial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0235F6" w14:textId="77777777" w:rsidR="00BF3D3A" w:rsidRPr="004250B3" w:rsidRDefault="00BF3D3A" w:rsidP="00B97EB4">
      <w:pPr>
        <w:pStyle w:val="MNETnormln"/>
        <w:jc w:val="both"/>
        <w:rPr>
          <w:szCs w:val="20"/>
        </w:rPr>
      </w:pPr>
    </w:p>
    <w:p w14:paraId="3CB99717" w14:textId="77777777" w:rsidR="00B97EB4" w:rsidRPr="004250B3" w:rsidRDefault="00B97EB4" w:rsidP="00B97EB4">
      <w:pPr>
        <w:pStyle w:val="MNETnormln"/>
        <w:jc w:val="both"/>
        <w:rPr>
          <w:szCs w:val="20"/>
        </w:rPr>
      </w:pPr>
      <w:r w:rsidRPr="004250B3">
        <w:rPr>
          <w:szCs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9F08C2C" w14:textId="77777777" w:rsidR="00B97EB4" w:rsidRPr="004250B3" w:rsidRDefault="00B97EB4" w:rsidP="00B97EB4">
      <w:pPr>
        <w:pStyle w:val="MNETnormln"/>
        <w:jc w:val="both"/>
        <w:rPr>
          <w:szCs w:val="20"/>
        </w:rPr>
      </w:pPr>
    </w:p>
    <w:p w14:paraId="36E60EFE" w14:textId="666A7E58" w:rsidR="00B97EB4" w:rsidRPr="004250B3" w:rsidRDefault="00B97EB4" w:rsidP="00B97EB4">
      <w:pPr>
        <w:pStyle w:val="MNETnormln"/>
        <w:jc w:val="both"/>
        <w:rPr>
          <w:szCs w:val="20"/>
        </w:rPr>
      </w:pPr>
      <w:r w:rsidRPr="004250B3">
        <w:rPr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32DA049C" w14:textId="77777777" w:rsidR="00B97EB4" w:rsidRPr="004250B3" w:rsidRDefault="00B97EB4" w:rsidP="00B97EB4">
      <w:pPr>
        <w:pStyle w:val="MNETnormln"/>
        <w:jc w:val="both"/>
        <w:rPr>
          <w:szCs w:val="20"/>
        </w:rPr>
      </w:pPr>
    </w:p>
    <w:p w14:paraId="11D8FA62" w14:textId="70EFA272" w:rsidR="00731DED" w:rsidRDefault="00B97EB4" w:rsidP="00B97EB4">
      <w:pPr>
        <w:pStyle w:val="MNETnormln"/>
        <w:jc w:val="both"/>
        <w:rPr>
          <w:szCs w:val="20"/>
        </w:rPr>
      </w:pPr>
      <w:r w:rsidRPr="004250B3">
        <w:rPr>
          <w:szCs w:val="20"/>
        </w:rPr>
        <w:t>V případě změny výše uvedeného budu neprodleně zadavatele informovat.</w:t>
      </w:r>
    </w:p>
    <w:p w14:paraId="3C94DA20" w14:textId="77777777" w:rsidR="004250B3" w:rsidRDefault="004250B3" w:rsidP="00B97EB4">
      <w:pPr>
        <w:pStyle w:val="MNETnormln"/>
        <w:jc w:val="both"/>
        <w:rPr>
          <w:szCs w:val="20"/>
        </w:rPr>
      </w:pPr>
    </w:p>
    <w:p w14:paraId="3801399A" w14:textId="77777777" w:rsidR="00BF32D8" w:rsidRDefault="00BF32D8" w:rsidP="00B97EB4">
      <w:pPr>
        <w:pStyle w:val="MNETnormln"/>
        <w:jc w:val="both"/>
        <w:rPr>
          <w:szCs w:val="20"/>
        </w:rPr>
      </w:pPr>
    </w:p>
    <w:p w14:paraId="6BD06026" w14:textId="0EC38CEA" w:rsidR="00FC7A23" w:rsidRPr="004250B3" w:rsidRDefault="00FC7A23" w:rsidP="00EB646F">
      <w:pPr>
        <w:pStyle w:val="MNETnormln"/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 w:rsidRPr="004250B3">
        <w:rPr>
          <w:b/>
          <w:bCs/>
          <w:sz w:val="24"/>
          <w:szCs w:val="24"/>
          <w:u w:val="single"/>
        </w:rPr>
        <w:t>PLNĚNÍ PROSTŘEDNICTVÍM PODDODAVATELŮ</w:t>
      </w:r>
    </w:p>
    <w:p w14:paraId="41BA1060" w14:textId="77777777" w:rsidR="004250B3" w:rsidRDefault="004250B3" w:rsidP="00FC7A23">
      <w:pPr>
        <w:pStyle w:val="MNETnormln"/>
        <w:jc w:val="both"/>
        <w:rPr>
          <w:i/>
          <w:iCs/>
          <w:color w:val="FF0000"/>
          <w:szCs w:val="20"/>
          <w:highlight w:val="yellow"/>
        </w:rPr>
      </w:pPr>
    </w:p>
    <w:p w14:paraId="11D8018E" w14:textId="2882EC90" w:rsidR="00A571B4" w:rsidRPr="004706CD" w:rsidRDefault="00FC7A23" w:rsidP="00FC7A23">
      <w:pPr>
        <w:pStyle w:val="MNETnormln"/>
        <w:jc w:val="both"/>
        <w:rPr>
          <w:i/>
          <w:iCs/>
          <w:szCs w:val="20"/>
          <w:highlight w:val="yellow"/>
        </w:rPr>
      </w:pPr>
      <w:r w:rsidRPr="004706CD">
        <w:rPr>
          <w:i/>
          <w:iCs/>
          <w:szCs w:val="20"/>
          <w:highlight w:val="yellow"/>
        </w:rPr>
        <w:t xml:space="preserve">Zde účastník doplní </w:t>
      </w:r>
      <w:r w:rsidR="002957DE" w:rsidRPr="004706CD">
        <w:rPr>
          <w:i/>
          <w:iCs/>
          <w:szCs w:val="20"/>
          <w:highlight w:val="yellow"/>
        </w:rPr>
        <w:t xml:space="preserve">své </w:t>
      </w:r>
      <w:r w:rsidRPr="004706CD">
        <w:rPr>
          <w:i/>
          <w:iCs/>
          <w:szCs w:val="20"/>
          <w:highlight w:val="yellow"/>
        </w:rPr>
        <w:t xml:space="preserve">čestné prohlášení, ve kterém uvede, zda ne/plánuje realizovat </w:t>
      </w:r>
      <w:r w:rsidR="005D662D" w:rsidRPr="004706CD">
        <w:rPr>
          <w:i/>
          <w:iCs/>
          <w:szCs w:val="20"/>
          <w:highlight w:val="yellow"/>
        </w:rPr>
        <w:t xml:space="preserve">určitou </w:t>
      </w:r>
      <w:r w:rsidRPr="004706CD">
        <w:rPr>
          <w:i/>
          <w:iCs/>
          <w:szCs w:val="20"/>
          <w:highlight w:val="yellow"/>
        </w:rPr>
        <w:t xml:space="preserve">část plnění prostřednictvím poddodavatelů. </w:t>
      </w:r>
    </w:p>
    <w:p w14:paraId="6EF9DE3F" w14:textId="77777777" w:rsidR="00111F3E" w:rsidRPr="004706CD" w:rsidRDefault="00111F3E" w:rsidP="00FC7A23">
      <w:pPr>
        <w:pStyle w:val="MNETnormln"/>
        <w:jc w:val="both"/>
        <w:rPr>
          <w:i/>
          <w:iCs/>
          <w:szCs w:val="20"/>
          <w:highlight w:val="yellow"/>
        </w:rPr>
      </w:pPr>
    </w:p>
    <w:p w14:paraId="032F12E2" w14:textId="2CE497BB" w:rsidR="00111F3E" w:rsidRPr="004706CD" w:rsidRDefault="00111F3E" w:rsidP="00111F3E">
      <w:pPr>
        <w:pStyle w:val="MNETnormln"/>
        <w:jc w:val="both"/>
        <w:rPr>
          <w:i/>
          <w:iCs/>
          <w:szCs w:val="20"/>
          <w:highlight w:val="yellow"/>
        </w:rPr>
      </w:pPr>
      <w:r w:rsidRPr="004706CD">
        <w:rPr>
          <w:i/>
          <w:iCs/>
          <w:szCs w:val="20"/>
          <w:highlight w:val="yellow"/>
        </w:rPr>
        <w:t xml:space="preserve">Pokud </w:t>
      </w:r>
      <w:r w:rsidR="002957DE" w:rsidRPr="004706CD">
        <w:rPr>
          <w:i/>
          <w:iCs/>
          <w:szCs w:val="20"/>
          <w:highlight w:val="yellow"/>
        </w:rPr>
        <w:t xml:space="preserve">účastník NEPLÁNUJE plnění prostřednictvím poddodavatelů, pak </w:t>
      </w:r>
      <w:r w:rsidRPr="004706CD">
        <w:rPr>
          <w:i/>
          <w:iCs/>
          <w:szCs w:val="20"/>
          <w:highlight w:val="yellow"/>
        </w:rPr>
        <w:t xml:space="preserve">čestně prohlásí, že neplánuje realizovat </w:t>
      </w:r>
      <w:r w:rsidR="002957DE" w:rsidRPr="004706CD">
        <w:rPr>
          <w:i/>
          <w:iCs/>
          <w:szCs w:val="20"/>
          <w:highlight w:val="yellow"/>
        </w:rPr>
        <w:t xml:space="preserve">žádnou </w:t>
      </w:r>
      <w:r w:rsidRPr="004706CD">
        <w:rPr>
          <w:i/>
          <w:iCs/>
          <w:szCs w:val="20"/>
          <w:highlight w:val="yellow"/>
        </w:rPr>
        <w:t>část plnění prostřednictvím poddodavatele/poddodavatelů.</w:t>
      </w:r>
    </w:p>
    <w:p w14:paraId="019D1B5B" w14:textId="77777777" w:rsidR="00111F3E" w:rsidRPr="004706CD" w:rsidRDefault="00111F3E" w:rsidP="00FC7A23">
      <w:pPr>
        <w:pStyle w:val="MNETnormln"/>
        <w:jc w:val="both"/>
        <w:rPr>
          <w:i/>
          <w:iCs/>
          <w:szCs w:val="20"/>
          <w:highlight w:val="yellow"/>
        </w:rPr>
      </w:pPr>
    </w:p>
    <w:p w14:paraId="6977AFA7" w14:textId="56303D43" w:rsidR="00866E54" w:rsidRPr="004706CD" w:rsidRDefault="00FC7A23" w:rsidP="00FC7A23">
      <w:pPr>
        <w:pStyle w:val="MNETnormln"/>
        <w:jc w:val="both"/>
        <w:rPr>
          <w:i/>
          <w:iCs/>
          <w:szCs w:val="20"/>
          <w:highlight w:val="yellow"/>
        </w:rPr>
      </w:pPr>
      <w:r w:rsidRPr="004706CD">
        <w:rPr>
          <w:i/>
          <w:iCs/>
          <w:szCs w:val="20"/>
          <w:highlight w:val="yellow"/>
        </w:rPr>
        <w:t xml:space="preserve">Pokud </w:t>
      </w:r>
      <w:r w:rsidR="002957DE" w:rsidRPr="004706CD">
        <w:rPr>
          <w:i/>
          <w:iCs/>
          <w:szCs w:val="20"/>
          <w:highlight w:val="yellow"/>
        </w:rPr>
        <w:t>účastník PLÁNUJE plnění prostřednictvím poddodavatelů</w:t>
      </w:r>
      <w:r w:rsidR="00367C37" w:rsidRPr="004706CD">
        <w:rPr>
          <w:i/>
          <w:iCs/>
          <w:szCs w:val="20"/>
          <w:highlight w:val="yellow"/>
        </w:rPr>
        <w:t xml:space="preserve">, pak </w:t>
      </w:r>
      <w:r w:rsidRPr="004706CD">
        <w:rPr>
          <w:i/>
          <w:iCs/>
          <w:szCs w:val="20"/>
          <w:highlight w:val="yellow"/>
        </w:rPr>
        <w:t xml:space="preserve">v čestném prohlášení </w:t>
      </w:r>
      <w:r w:rsidR="00286686" w:rsidRPr="004706CD">
        <w:rPr>
          <w:i/>
          <w:iCs/>
          <w:szCs w:val="20"/>
          <w:highlight w:val="yellow"/>
        </w:rPr>
        <w:t>určí části veřejné zakázky, které hodlá plnit prostřednictvím poddodavatelů a uvede seznam poddodavatelů, pokud jsou účastníkovi zadávacího řízení známi a uvede, kterou část veřejné zakázky bude každý z </w:t>
      </w:r>
      <w:r w:rsidR="00831A8B">
        <w:rPr>
          <w:i/>
          <w:iCs/>
          <w:szCs w:val="20"/>
          <w:highlight w:val="yellow"/>
        </w:rPr>
        <w:t>pod</w:t>
      </w:r>
      <w:r w:rsidR="00286686" w:rsidRPr="004706CD">
        <w:rPr>
          <w:i/>
          <w:iCs/>
          <w:szCs w:val="20"/>
          <w:highlight w:val="yellow"/>
        </w:rPr>
        <w:t>dodavatelů plnit.</w:t>
      </w:r>
    </w:p>
    <w:p w14:paraId="7CC92453" w14:textId="77777777" w:rsidR="00BF32D8" w:rsidRPr="00BF32D8" w:rsidRDefault="00BF32D8" w:rsidP="00FC7A23">
      <w:pPr>
        <w:pStyle w:val="MNETnormln"/>
        <w:jc w:val="both"/>
        <w:rPr>
          <w:i/>
          <w:iCs/>
          <w:color w:val="FF0000"/>
          <w:szCs w:val="20"/>
          <w:highlight w:val="yellow"/>
        </w:rPr>
      </w:pPr>
    </w:p>
    <w:p w14:paraId="17F09B78" w14:textId="77777777" w:rsidR="00111F3E" w:rsidRPr="004250B3" w:rsidRDefault="00111F3E" w:rsidP="00FC7A23">
      <w:pPr>
        <w:pStyle w:val="MNETnormln"/>
        <w:jc w:val="both"/>
        <w:rPr>
          <w:i/>
          <w:iCs/>
          <w:color w:val="FF0000"/>
          <w:szCs w:val="20"/>
          <w:highlight w:val="cyan"/>
        </w:rPr>
      </w:pPr>
    </w:p>
    <w:p w14:paraId="114B54BD" w14:textId="04A5E860" w:rsidR="00163896" w:rsidRPr="004250B3" w:rsidRDefault="00163896" w:rsidP="00EB646F">
      <w:pPr>
        <w:pStyle w:val="MNETnormln"/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 w:rsidRPr="004250B3">
        <w:rPr>
          <w:b/>
          <w:bCs/>
          <w:sz w:val="24"/>
          <w:szCs w:val="24"/>
          <w:u w:val="single"/>
        </w:rPr>
        <w:t>PLNĚNÍ VEŘEJNÉ ZAKÁZKY</w:t>
      </w:r>
    </w:p>
    <w:p w14:paraId="543D032B" w14:textId="77777777" w:rsidR="00385A5B" w:rsidRPr="004250B3" w:rsidRDefault="00385A5B" w:rsidP="00B97EB4">
      <w:pPr>
        <w:pStyle w:val="MNETnormln"/>
        <w:jc w:val="both"/>
        <w:rPr>
          <w:szCs w:val="20"/>
        </w:rPr>
      </w:pPr>
    </w:p>
    <w:p w14:paraId="019A002C" w14:textId="61E50315" w:rsidR="00EB646F" w:rsidRDefault="00EB646F" w:rsidP="00EB646F">
      <w:pPr>
        <w:pStyle w:val="MNETnormln"/>
        <w:jc w:val="both"/>
        <w:rPr>
          <w:szCs w:val="20"/>
        </w:rPr>
      </w:pPr>
      <w:r w:rsidRPr="004250B3">
        <w:rPr>
          <w:szCs w:val="20"/>
        </w:rPr>
        <w:t>Jako účastník výše uvedeného výběrového řízení čestně prohlašuji, že bude-li se mnou uzavřena smlouva na</w:t>
      </w:r>
      <w:r w:rsidR="001918F6" w:rsidRPr="004250B3">
        <w:rPr>
          <w:szCs w:val="20"/>
        </w:rPr>
        <w:t> </w:t>
      </w:r>
      <w:r w:rsidRPr="004250B3">
        <w:rPr>
          <w:szCs w:val="20"/>
        </w:rPr>
        <w:t>tuto veřejnou zakázku, zajistím po celou dobu jejího plnění:</w:t>
      </w:r>
    </w:p>
    <w:p w14:paraId="0C0540E6" w14:textId="60E9C612" w:rsidR="00EB646F" w:rsidRPr="004250B3" w:rsidRDefault="00EB646F" w:rsidP="00EB646F">
      <w:pPr>
        <w:pStyle w:val="MNETnormln"/>
        <w:numPr>
          <w:ilvl w:val="0"/>
          <w:numId w:val="19"/>
        </w:numPr>
        <w:jc w:val="both"/>
        <w:rPr>
          <w:szCs w:val="20"/>
        </w:rPr>
      </w:pPr>
      <w:r w:rsidRPr="004250B3">
        <w:rPr>
          <w:szCs w:val="20"/>
        </w:rPr>
        <w:t>Důstojné pracovní podmínky, plnění povinností vyplývající z právních předpisů České republiky, zejména pak z předpisů pracovněprávních, předpisů z oblasti zaměstnanosti a bezpečnosti ochrany zdraví při práci, a to vůči všem osobám, které se na plnění smlouvy budou podílet.</w:t>
      </w:r>
    </w:p>
    <w:p w14:paraId="409771C7" w14:textId="29C78FF1" w:rsidR="00EB646F" w:rsidRPr="004250B3" w:rsidRDefault="00EB646F" w:rsidP="00EB646F">
      <w:pPr>
        <w:pStyle w:val="MNETnormln"/>
        <w:numPr>
          <w:ilvl w:val="0"/>
          <w:numId w:val="19"/>
        </w:numPr>
        <w:jc w:val="both"/>
        <w:rPr>
          <w:szCs w:val="20"/>
        </w:rPr>
      </w:pPr>
      <w:r w:rsidRPr="004250B3">
        <w:rPr>
          <w:szCs w:val="20"/>
        </w:rPr>
        <w:t>Plnění výše uvedených podmínek zajistím i u svých poddodavatelů, včetně řádného a včasného plnění finančních závazků svým poddodavatelům za podmínek vycházejících ze smlouvy uzavřené mezi vybraným dodavatelem a zadavatelem v rámci této veřejné zakázky.</w:t>
      </w:r>
    </w:p>
    <w:p w14:paraId="3CC27F1F" w14:textId="136494EB" w:rsidR="00385A5B" w:rsidRDefault="00EB646F" w:rsidP="00EB646F">
      <w:pPr>
        <w:pStyle w:val="MNETnormln"/>
        <w:numPr>
          <w:ilvl w:val="0"/>
          <w:numId w:val="19"/>
        </w:numPr>
        <w:jc w:val="both"/>
        <w:rPr>
          <w:szCs w:val="20"/>
        </w:rPr>
      </w:pPr>
      <w:r w:rsidRPr="004250B3">
        <w:rPr>
          <w:szCs w:val="20"/>
        </w:rPr>
        <w:t>Eliminaci dopadu na životní prostředí ve snaze o udržitelný rozvoj.</w:t>
      </w:r>
    </w:p>
    <w:p w14:paraId="3415B95E" w14:textId="77777777" w:rsidR="000E4B4F" w:rsidRDefault="000E4B4F" w:rsidP="000E4B4F">
      <w:pPr>
        <w:pStyle w:val="MNETnormln"/>
        <w:jc w:val="both"/>
        <w:rPr>
          <w:szCs w:val="20"/>
        </w:rPr>
      </w:pPr>
    </w:p>
    <w:p w14:paraId="339983FB" w14:textId="77777777" w:rsidR="00E55B34" w:rsidRPr="004250B3" w:rsidRDefault="00E55B34" w:rsidP="00E55B34">
      <w:pPr>
        <w:pStyle w:val="MNETnormln"/>
        <w:jc w:val="both"/>
        <w:rPr>
          <w:szCs w:val="20"/>
          <w:highlight w:val="cyan"/>
        </w:rPr>
      </w:pPr>
    </w:p>
    <w:p w14:paraId="1E934370" w14:textId="77777777" w:rsidR="00D70BA0" w:rsidRPr="004250B3" w:rsidRDefault="00D70BA0" w:rsidP="00E55B34">
      <w:pPr>
        <w:spacing w:after="0" w:line="240" w:lineRule="auto"/>
        <w:rPr>
          <w:rFonts w:cs="Arial"/>
          <w:szCs w:val="20"/>
          <w:highlight w:val="cyan"/>
        </w:rPr>
      </w:pPr>
    </w:p>
    <w:p w14:paraId="3AE640C7" w14:textId="77777777" w:rsidR="004250B3" w:rsidRDefault="004250B3" w:rsidP="004250B3">
      <w:pPr>
        <w:jc w:val="both"/>
        <w:rPr>
          <w:rFonts w:cs="Arial"/>
          <w:szCs w:val="20"/>
          <w:highlight w:val="yellow"/>
        </w:rPr>
      </w:pPr>
      <w:r w:rsidRPr="004250B3">
        <w:rPr>
          <w:rFonts w:cs="Arial"/>
          <w:szCs w:val="20"/>
          <w:highlight w:val="yellow"/>
        </w:rPr>
        <w:t>V ……………………..………… dne …………</w:t>
      </w:r>
    </w:p>
    <w:p w14:paraId="2E4FEB62" w14:textId="77777777" w:rsidR="004250B3" w:rsidRDefault="004250B3" w:rsidP="004250B3">
      <w:pPr>
        <w:jc w:val="both"/>
        <w:rPr>
          <w:rFonts w:cs="Arial"/>
          <w:szCs w:val="20"/>
          <w:highlight w:val="yellow"/>
        </w:rPr>
      </w:pPr>
    </w:p>
    <w:p w14:paraId="3C87EAAA" w14:textId="77777777" w:rsidR="004250B3" w:rsidRPr="004250B3" w:rsidRDefault="004250B3" w:rsidP="004250B3">
      <w:pPr>
        <w:jc w:val="both"/>
        <w:rPr>
          <w:rFonts w:cs="Arial"/>
          <w:szCs w:val="20"/>
        </w:rPr>
      </w:pPr>
      <w:r w:rsidRPr="004250B3">
        <w:rPr>
          <w:rFonts w:cs="Arial"/>
          <w:szCs w:val="20"/>
          <w:highlight w:val="yellow"/>
        </w:rPr>
        <w:t>...........................................................................</w:t>
      </w:r>
    </w:p>
    <w:p w14:paraId="4542463D" w14:textId="0E02E24E" w:rsidR="004250B3" w:rsidRPr="004250B3" w:rsidRDefault="004250B3" w:rsidP="004250B3">
      <w:pPr>
        <w:spacing w:after="0" w:line="240" w:lineRule="auto"/>
        <w:rPr>
          <w:rFonts w:cs="Arial"/>
          <w:szCs w:val="20"/>
          <w:highlight w:val="yellow"/>
        </w:rPr>
      </w:pPr>
      <w:r w:rsidRPr="004250B3">
        <w:rPr>
          <w:rFonts w:cs="Arial"/>
          <w:szCs w:val="20"/>
          <w:highlight w:val="yellow"/>
        </w:rPr>
        <w:t>jméno</w:t>
      </w:r>
      <w:r w:rsidR="00BF32D8">
        <w:rPr>
          <w:rFonts w:cs="Arial"/>
          <w:szCs w:val="20"/>
          <w:highlight w:val="yellow"/>
        </w:rPr>
        <w:t>, příjmení, funkce a podpis</w:t>
      </w:r>
      <w:r w:rsidRPr="004250B3">
        <w:rPr>
          <w:rFonts w:cs="Arial"/>
          <w:szCs w:val="20"/>
          <w:highlight w:val="yellow"/>
        </w:rPr>
        <w:t xml:space="preserve"> osoby oprávněné jednat </w:t>
      </w:r>
      <w:r w:rsidR="00BF32D8">
        <w:rPr>
          <w:rFonts w:cs="Arial"/>
          <w:szCs w:val="20"/>
          <w:highlight w:val="yellow"/>
        </w:rPr>
        <w:t>za dodavatele</w:t>
      </w:r>
    </w:p>
    <w:p w14:paraId="0EADE07A" w14:textId="77777777" w:rsidR="00E55B34" w:rsidRPr="004250B3" w:rsidRDefault="00E55B34" w:rsidP="00E55B34">
      <w:pPr>
        <w:pStyle w:val="MNETnormln"/>
        <w:jc w:val="both"/>
        <w:rPr>
          <w:szCs w:val="20"/>
        </w:rPr>
      </w:pPr>
    </w:p>
    <w:sectPr w:rsidR="00E55B34" w:rsidRPr="004250B3" w:rsidSect="00A2019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8FBD6" w14:textId="77777777" w:rsidR="00431F99" w:rsidRDefault="00431F99" w:rsidP="004C64CE">
      <w:pPr>
        <w:spacing w:after="0" w:line="240" w:lineRule="auto"/>
      </w:pPr>
      <w:r>
        <w:separator/>
      </w:r>
    </w:p>
  </w:endnote>
  <w:endnote w:type="continuationSeparator" w:id="0">
    <w:p w14:paraId="49D7860B" w14:textId="77777777" w:rsidR="00431F99" w:rsidRDefault="00431F99" w:rsidP="004C64CE">
      <w:pPr>
        <w:spacing w:after="0" w:line="240" w:lineRule="auto"/>
      </w:pPr>
      <w:r>
        <w:continuationSeparator/>
      </w:r>
    </w:p>
  </w:endnote>
  <w:endnote w:type="continuationNotice" w:id="1">
    <w:p w14:paraId="28519DD7" w14:textId="77777777" w:rsidR="00431F99" w:rsidRDefault="00431F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F8C2" w14:textId="77777777" w:rsidR="003349E4" w:rsidRPr="0028023B" w:rsidRDefault="007E6047" w:rsidP="007E6047">
    <w:pPr>
      <w:pStyle w:val="Zpat"/>
      <w:tabs>
        <w:tab w:val="clear" w:pos="4536"/>
        <w:tab w:val="clear" w:pos="9072"/>
      </w:tabs>
      <w:overflowPunct w:val="0"/>
      <w:autoSpaceDE w:val="0"/>
      <w:autoSpaceDN w:val="0"/>
      <w:adjustRightInd w:val="0"/>
      <w:ind w:left="-567"/>
      <w:jc w:val="right"/>
      <w:textAlignment w:val="baseline"/>
      <w:rPr>
        <w:rFonts w:cs="Arial"/>
        <w:szCs w:val="20"/>
        <w:lang w:eastAsia="cs-CZ"/>
      </w:rPr>
    </w:pPr>
    <w:r w:rsidRPr="0028023B">
      <w:rPr>
        <w:rFonts w:cs="Arial"/>
        <w:b/>
        <w:szCs w:val="20"/>
      </w:rPr>
      <w:fldChar w:fldCharType="begin"/>
    </w:r>
    <w:r w:rsidRPr="0028023B">
      <w:rPr>
        <w:rFonts w:cs="Arial"/>
        <w:b/>
        <w:szCs w:val="20"/>
      </w:rPr>
      <w:instrText>PAGE  \* Arabic  \* MERGEFORMAT</w:instrText>
    </w:r>
    <w:r w:rsidRPr="0028023B">
      <w:rPr>
        <w:rFonts w:cs="Arial"/>
        <w:b/>
        <w:szCs w:val="20"/>
      </w:rPr>
      <w:fldChar w:fldCharType="separate"/>
    </w:r>
    <w:r w:rsidR="00053DF6" w:rsidRPr="0028023B">
      <w:rPr>
        <w:rFonts w:cs="Arial"/>
        <w:b/>
        <w:noProof/>
        <w:szCs w:val="20"/>
      </w:rPr>
      <w:t>1</w:t>
    </w:r>
    <w:r w:rsidRPr="0028023B">
      <w:rPr>
        <w:rFonts w:cs="Arial"/>
        <w:b/>
        <w:szCs w:val="20"/>
      </w:rPr>
      <w:fldChar w:fldCharType="end"/>
    </w:r>
    <w:r w:rsidRPr="0028023B">
      <w:rPr>
        <w:rFonts w:cs="Arial"/>
        <w:szCs w:val="20"/>
      </w:rPr>
      <w:t xml:space="preserve"> z </w:t>
    </w:r>
    <w:r w:rsidRPr="0028023B">
      <w:rPr>
        <w:rFonts w:cs="Arial"/>
        <w:b/>
        <w:szCs w:val="20"/>
      </w:rPr>
      <w:fldChar w:fldCharType="begin"/>
    </w:r>
    <w:r w:rsidRPr="0028023B">
      <w:rPr>
        <w:rFonts w:cs="Arial"/>
        <w:b/>
        <w:szCs w:val="20"/>
      </w:rPr>
      <w:instrText>NUMPAGES  \* Arabic  \* MERGEFORMAT</w:instrText>
    </w:r>
    <w:r w:rsidRPr="0028023B">
      <w:rPr>
        <w:rFonts w:cs="Arial"/>
        <w:b/>
        <w:szCs w:val="20"/>
      </w:rPr>
      <w:fldChar w:fldCharType="separate"/>
    </w:r>
    <w:r w:rsidR="00053DF6" w:rsidRPr="0028023B">
      <w:rPr>
        <w:rFonts w:cs="Arial"/>
        <w:b/>
        <w:noProof/>
        <w:szCs w:val="20"/>
      </w:rPr>
      <w:t>1</w:t>
    </w:r>
    <w:r w:rsidRPr="0028023B">
      <w:rPr>
        <w:rFonts w:cs="Arial"/>
        <w:b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86258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C8D1DA" w14:textId="77777777" w:rsidR="004E29BA" w:rsidRDefault="004E29BA" w:rsidP="00513ABC">
            <w:pPr>
              <w:pStyle w:val="Zpat"/>
              <w:jc w:val="right"/>
            </w:pPr>
          </w:p>
          <w:p w14:paraId="59F55D87" w14:textId="7C4DA53B" w:rsidR="00C902EA" w:rsidRPr="00513ABC" w:rsidRDefault="00513ABC" w:rsidP="00513AB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463FF" w14:textId="77777777" w:rsidR="00431F99" w:rsidRDefault="00431F99" w:rsidP="004C64CE">
      <w:pPr>
        <w:spacing w:after="0" w:line="240" w:lineRule="auto"/>
      </w:pPr>
      <w:r>
        <w:separator/>
      </w:r>
    </w:p>
  </w:footnote>
  <w:footnote w:type="continuationSeparator" w:id="0">
    <w:p w14:paraId="53853C54" w14:textId="77777777" w:rsidR="00431F99" w:rsidRDefault="00431F99" w:rsidP="004C64CE">
      <w:pPr>
        <w:spacing w:after="0" w:line="240" w:lineRule="auto"/>
      </w:pPr>
      <w:r>
        <w:continuationSeparator/>
      </w:r>
    </w:p>
  </w:footnote>
  <w:footnote w:type="continuationNotice" w:id="1">
    <w:p w14:paraId="6DACAE91" w14:textId="77777777" w:rsidR="00431F99" w:rsidRDefault="00431F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52D14" w14:textId="77777777" w:rsidR="009010D9" w:rsidRPr="0022004D" w:rsidRDefault="009010D9" w:rsidP="009010D9">
    <w:pPr>
      <w:pStyle w:val="MNETnormln"/>
      <w:tabs>
        <w:tab w:val="left" w:pos="6804"/>
      </w:tabs>
      <w:rPr>
        <w:sz w:val="18"/>
        <w:szCs w:val="20"/>
      </w:rPr>
    </w:pPr>
    <w:r>
      <w:rPr>
        <w:noProof/>
        <w:lang w:eastAsia="cs-CZ"/>
      </w:rPr>
      <w:drawing>
        <wp:anchor distT="0" distB="0" distL="114300" distR="114300" simplePos="0" relativeHeight="251660289" behindDoc="1" locked="0" layoutInCell="1" allowOverlap="1" wp14:anchorId="74B8B97A" wp14:editId="6DB069BD">
          <wp:simplePos x="0" y="0"/>
          <wp:positionH relativeFrom="column">
            <wp:posOffset>-457581</wp:posOffset>
          </wp:positionH>
          <wp:positionV relativeFrom="paragraph">
            <wp:posOffset>-666750</wp:posOffset>
          </wp:positionV>
          <wp:extent cx="3044825" cy="1764665"/>
          <wp:effectExtent l="0" t="0" r="0" b="0"/>
          <wp:wrapNone/>
          <wp:docPr id="1580170918" name="Obrázek 1580170918" descr="C:\Users\pjouklova.000\AppData\Local\Microsoft\Windows\INetCache\Content.Word\mnet-logo-zakladni verze-RGB-barva_medi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jouklova.000\AppData\Local\Microsoft\Windows\INetCache\Content.Word\mnet-logo-zakladni verze-RGB-barva_mediu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4825" cy="176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2004D">
      <w:rPr>
        <w:sz w:val="18"/>
        <w:szCs w:val="20"/>
      </w:rPr>
      <w:t>Metropolnet, a.s.</w:t>
    </w:r>
  </w:p>
  <w:p w14:paraId="7CEF3074" w14:textId="77777777" w:rsidR="009010D9" w:rsidRPr="0022004D" w:rsidRDefault="009010D9" w:rsidP="009010D9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Mírové náměstí 3097/37</w:t>
    </w:r>
  </w:p>
  <w:p w14:paraId="7F22CA52" w14:textId="77777777" w:rsidR="009010D9" w:rsidRPr="0022004D" w:rsidRDefault="009010D9" w:rsidP="009010D9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400 01 Ústí nad Labem</w:t>
    </w:r>
  </w:p>
  <w:p w14:paraId="512BD093" w14:textId="77777777" w:rsidR="00513ABC" w:rsidRDefault="00513ABC">
    <w:pPr>
      <w:pStyle w:val="Zhlav"/>
    </w:pPr>
  </w:p>
  <w:p w14:paraId="4E72B5E5" w14:textId="77777777" w:rsidR="009010D9" w:rsidRDefault="009010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02496" w14:textId="77777777" w:rsidR="00D932BD" w:rsidRPr="0022004D" w:rsidRDefault="00745EAE" w:rsidP="000B5CED">
    <w:pPr>
      <w:pStyle w:val="MNETnormln"/>
      <w:tabs>
        <w:tab w:val="left" w:pos="6804"/>
      </w:tabs>
      <w:rPr>
        <w:sz w:val="18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1" behindDoc="1" locked="0" layoutInCell="1" allowOverlap="1" wp14:anchorId="43EC3373" wp14:editId="577EA9CD">
          <wp:simplePos x="0" y="0"/>
          <wp:positionH relativeFrom="column">
            <wp:posOffset>-457581</wp:posOffset>
          </wp:positionH>
          <wp:positionV relativeFrom="paragraph">
            <wp:posOffset>-666750</wp:posOffset>
          </wp:positionV>
          <wp:extent cx="3044825" cy="1764665"/>
          <wp:effectExtent l="0" t="0" r="0" b="0"/>
          <wp:wrapNone/>
          <wp:docPr id="321583728" name="Obrázek 321583728" descr="C:\Users\pjouklova.000\AppData\Local\Microsoft\Windows\INetCache\Content.Word\mnet-logo-zakladni verze-RGB-barva_medi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jouklova.000\AppData\Local\Microsoft\Windows\INetCache\Content.Word\mnet-logo-zakladni verze-RGB-barva_mediu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4825" cy="176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5CED">
      <w:tab/>
    </w:r>
    <w:r w:rsidR="000B5CED" w:rsidRPr="0022004D">
      <w:rPr>
        <w:sz w:val="18"/>
        <w:szCs w:val="20"/>
      </w:rPr>
      <w:t>Metropolnet, a.s.</w:t>
    </w:r>
  </w:p>
  <w:p w14:paraId="7B6877EA" w14:textId="77777777" w:rsidR="000B5CED" w:rsidRPr="0022004D" w:rsidRDefault="000B5CED" w:rsidP="000B5CED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Mírové náměstí 3097/37</w:t>
    </w:r>
  </w:p>
  <w:p w14:paraId="71CD3BA6" w14:textId="15BD8577" w:rsidR="00745EAE" w:rsidRPr="0022004D" w:rsidRDefault="000B5CED" w:rsidP="000B5CED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400 01 Ústí nad Labem</w:t>
    </w:r>
  </w:p>
  <w:p w14:paraId="69764205" w14:textId="77777777" w:rsidR="00D932BD" w:rsidRDefault="00D932BD" w:rsidP="00D932BD">
    <w:pPr>
      <w:pStyle w:val="MNETnormln"/>
    </w:pPr>
  </w:p>
  <w:p w14:paraId="78CF9740" w14:textId="77777777" w:rsidR="004C64CE" w:rsidRPr="00D932BD" w:rsidRDefault="004C64CE" w:rsidP="00D932BD">
    <w:pPr>
      <w:pStyle w:val="Zhlav"/>
      <w:tabs>
        <w:tab w:val="clear" w:pos="4536"/>
        <w:tab w:val="left" w:pos="6804"/>
      </w:tabs>
      <w:rPr>
        <w:rFonts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86DF6"/>
    <w:multiLevelType w:val="hybridMultilevel"/>
    <w:tmpl w:val="A670A26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2BC2"/>
    <w:multiLevelType w:val="multilevel"/>
    <w:tmpl w:val="B6DE03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9D31FC"/>
    <w:multiLevelType w:val="hybridMultilevel"/>
    <w:tmpl w:val="95D6D78C"/>
    <w:lvl w:ilvl="0" w:tplc="CB1EF024">
      <w:start w:val="1"/>
      <w:numFmt w:val="decimal"/>
      <w:pStyle w:val="Odstavecseseznamem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F9382E"/>
    <w:multiLevelType w:val="multilevel"/>
    <w:tmpl w:val="E674AF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5D3B34"/>
    <w:multiLevelType w:val="hybridMultilevel"/>
    <w:tmpl w:val="E8966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118B0"/>
    <w:multiLevelType w:val="hybridMultilevel"/>
    <w:tmpl w:val="23EC9F1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E0659"/>
    <w:multiLevelType w:val="hybridMultilevel"/>
    <w:tmpl w:val="B39A9AC0"/>
    <w:lvl w:ilvl="0" w:tplc="74C294A4">
      <w:start w:val="1"/>
      <w:numFmt w:val="bullet"/>
      <w:pStyle w:val="odrky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354891EC">
      <w:start w:val="1"/>
      <w:numFmt w:val="bullet"/>
      <w:pStyle w:val="odrky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8605C"/>
    <w:multiLevelType w:val="multilevel"/>
    <w:tmpl w:val="DFEC11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77E4F06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40F51D3"/>
    <w:multiLevelType w:val="hybridMultilevel"/>
    <w:tmpl w:val="EC82DC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0391E"/>
    <w:multiLevelType w:val="multilevel"/>
    <w:tmpl w:val="C8B41C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53C9C"/>
    <w:multiLevelType w:val="multilevel"/>
    <w:tmpl w:val="F85A22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14" w15:restartNumberingAfterBreak="0">
    <w:nsid w:val="664D7632"/>
    <w:multiLevelType w:val="multilevel"/>
    <w:tmpl w:val="CE960BD8"/>
    <w:lvl w:ilvl="0">
      <w:start w:val="1"/>
      <w:numFmt w:val="decimal"/>
      <w:pStyle w:val="MNETslovannadpis"/>
      <w:lvlText w:val="%1.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8FF3F5F"/>
    <w:multiLevelType w:val="hybridMultilevel"/>
    <w:tmpl w:val="9C9A2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426A1"/>
    <w:multiLevelType w:val="hybridMultilevel"/>
    <w:tmpl w:val="EDD0EAB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747FF"/>
    <w:multiLevelType w:val="hybridMultilevel"/>
    <w:tmpl w:val="72A6C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987864">
    <w:abstractNumId w:val="14"/>
  </w:num>
  <w:num w:numId="2" w16cid:durableId="1307009821">
    <w:abstractNumId w:val="8"/>
  </w:num>
  <w:num w:numId="3" w16cid:durableId="2057504235">
    <w:abstractNumId w:val="2"/>
  </w:num>
  <w:num w:numId="4" w16cid:durableId="580213426">
    <w:abstractNumId w:val="7"/>
  </w:num>
  <w:num w:numId="5" w16cid:durableId="399522401">
    <w:abstractNumId w:val="3"/>
  </w:num>
  <w:num w:numId="6" w16cid:durableId="1605576778">
    <w:abstractNumId w:val="10"/>
  </w:num>
  <w:num w:numId="7" w16cid:durableId="1600985191">
    <w:abstractNumId w:val="12"/>
  </w:num>
  <w:num w:numId="8" w16cid:durableId="1585650352">
    <w:abstractNumId w:val="1"/>
  </w:num>
  <w:num w:numId="9" w16cid:durableId="602305048">
    <w:abstractNumId w:val="6"/>
  </w:num>
  <w:num w:numId="10" w16cid:durableId="8379640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9233258">
    <w:abstractNumId w:val="9"/>
  </w:num>
  <w:num w:numId="12" w16cid:durableId="2059016045">
    <w:abstractNumId w:val="15"/>
  </w:num>
  <w:num w:numId="13" w16cid:durableId="1231429910">
    <w:abstractNumId w:val="11"/>
  </w:num>
  <w:num w:numId="14" w16cid:durableId="303316789">
    <w:abstractNumId w:val="5"/>
  </w:num>
  <w:num w:numId="15" w16cid:durableId="1648624529">
    <w:abstractNumId w:val="0"/>
  </w:num>
  <w:num w:numId="16" w16cid:durableId="116602553">
    <w:abstractNumId w:val="4"/>
  </w:num>
  <w:num w:numId="17" w16cid:durableId="7352065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55843377">
    <w:abstractNumId w:val="16"/>
  </w:num>
  <w:num w:numId="19" w16cid:durableId="124977818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7D1"/>
    <w:rsid w:val="00007EB6"/>
    <w:rsid w:val="00014124"/>
    <w:rsid w:val="0001419A"/>
    <w:rsid w:val="000245F3"/>
    <w:rsid w:val="000261F6"/>
    <w:rsid w:val="00044AF3"/>
    <w:rsid w:val="00046FBC"/>
    <w:rsid w:val="00053DF6"/>
    <w:rsid w:val="00055190"/>
    <w:rsid w:val="00060A4D"/>
    <w:rsid w:val="000637DE"/>
    <w:rsid w:val="00071397"/>
    <w:rsid w:val="000713F8"/>
    <w:rsid w:val="00071E8A"/>
    <w:rsid w:val="00072790"/>
    <w:rsid w:val="000804B9"/>
    <w:rsid w:val="000900A6"/>
    <w:rsid w:val="00090E18"/>
    <w:rsid w:val="000A22BF"/>
    <w:rsid w:val="000B2103"/>
    <w:rsid w:val="000B3B36"/>
    <w:rsid w:val="000B3C21"/>
    <w:rsid w:val="000B4F78"/>
    <w:rsid w:val="000B5CED"/>
    <w:rsid w:val="000E0147"/>
    <w:rsid w:val="000E4B4F"/>
    <w:rsid w:val="000E6F83"/>
    <w:rsid w:val="000F02CD"/>
    <w:rsid w:val="000F6806"/>
    <w:rsid w:val="00111F3E"/>
    <w:rsid w:val="00112612"/>
    <w:rsid w:val="001146DD"/>
    <w:rsid w:val="00117957"/>
    <w:rsid w:val="00123B9F"/>
    <w:rsid w:val="00133331"/>
    <w:rsid w:val="00135766"/>
    <w:rsid w:val="001407FC"/>
    <w:rsid w:val="001503E4"/>
    <w:rsid w:val="00163153"/>
    <w:rsid w:val="00163896"/>
    <w:rsid w:val="001638D5"/>
    <w:rsid w:val="00176D73"/>
    <w:rsid w:val="00184BBC"/>
    <w:rsid w:val="001918F6"/>
    <w:rsid w:val="00196DFA"/>
    <w:rsid w:val="001A78D1"/>
    <w:rsid w:val="001B1A89"/>
    <w:rsid w:val="001B5538"/>
    <w:rsid w:val="001B7F81"/>
    <w:rsid w:val="001C20CA"/>
    <w:rsid w:val="001C40EC"/>
    <w:rsid w:val="001D7E0B"/>
    <w:rsid w:val="001F755E"/>
    <w:rsid w:val="00200921"/>
    <w:rsid w:val="00201198"/>
    <w:rsid w:val="00201EB9"/>
    <w:rsid w:val="002061F9"/>
    <w:rsid w:val="0021198C"/>
    <w:rsid w:val="00211F57"/>
    <w:rsid w:val="0021292F"/>
    <w:rsid w:val="002138A9"/>
    <w:rsid w:val="00214492"/>
    <w:rsid w:val="00216567"/>
    <w:rsid w:val="0022004D"/>
    <w:rsid w:val="002205E0"/>
    <w:rsid w:val="002217E8"/>
    <w:rsid w:val="00226488"/>
    <w:rsid w:val="0022712F"/>
    <w:rsid w:val="002309DE"/>
    <w:rsid w:val="00231DE9"/>
    <w:rsid w:val="00232C07"/>
    <w:rsid w:val="00232F62"/>
    <w:rsid w:val="00234E0E"/>
    <w:rsid w:val="00242CEC"/>
    <w:rsid w:val="002437B2"/>
    <w:rsid w:val="002478A2"/>
    <w:rsid w:val="00247C8A"/>
    <w:rsid w:val="00257B87"/>
    <w:rsid w:val="00261224"/>
    <w:rsid w:val="00264018"/>
    <w:rsid w:val="002659D6"/>
    <w:rsid w:val="00265DF5"/>
    <w:rsid w:val="0027512B"/>
    <w:rsid w:val="0028023B"/>
    <w:rsid w:val="00281588"/>
    <w:rsid w:val="0028457C"/>
    <w:rsid w:val="00286686"/>
    <w:rsid w:val="0028674C"/>
    <w:rsid w:val="002957DE"/>
    <w:rsid w:val="002B02CC"/>
    <w:rsid w:val="002B05BD"/>
    <w:rsid w:val="002C12F5"/>
    <w:rsid w:val="002C1B1F"/>
    <w:rsid w:val="002C4BED"/>
    <w:rsid w:val="002D19F2"/>
    <w:rsid w:val="002D27AA"/>
    <w:rsid w:val="002D5285"/>
    <w:rsid w:val="002E0E84"/>
    <w:rsid w:val="002E1211"/>
    <w:rsid w:val="002F31F9"/>
    <w:rsid w:val="002F354F"/>
    <w:rsid w:val="002F440C"/>
    <w:rsid w:val="003035F1"/>
    <w:rsid w:val="00311514"/>
    <w:rsid w:val="00311D07"/>
    <w:rsid w:val="003121D9"/>
    <w:rsid w:val="00314CF9"/>
    <w:rsid w:val="00331B0C"/>
    <w:rsid w:val="003328D7"/>
    <w:rsid w:val="003349E4"/>
    <w:rsid w:val="003565DF"/>
    <w:rsid w:val="00367C37"/>
    <w:rsid w:val="0037408A"/>
    <w:rsid w:val="003824DA"/>
    <w:rsid w:val="0038599A"/>
    <w:rsid w:val="00385A5B"/>
    <w:rsid w:val="003873F8"/>
    <w:rsid w:val="003874D1"/>
    <w:rsid w:val="0039150D"/>
    <w:rsid w:val="003C41FB"/>
    <w:rsid w:val="003D1691"/>
    <w:rsid w:val="003E0898"/>
    <w:rsid w:val="003E38B8"/>
    <w:rsid w:val="003F00B6"/>
    <w:rsid w:val="003F71A1"/>
    <w:rsid w:val="00401002"/>
    <w:rsid w:val="00401A99"/>
    <w:rsid w:val="004046F0"/>
    <w:rsid w:val="00405C47"/>
    <w:rsid w:val="00405C6C"/>
    <w:rsid w:val="0040604A"/>
    <w:rsid w:val="00406A1F"/>
    <w:rsid w:val="00406D3F"/>
    <w:rsid w:val="004070F8"/>
    <w:rsid w:val="004250B3"/>
    <w:rsid w:val="00431F99"/>
    <w:rsid w:val="00432236"/>
    <w:rsid w:val="004342F1"/>
    <w:rsid w:val="004375D2"/>
    <w:rsid w:val="00460988"/>
    <w:rsid w:val="00466177"/>
    <w:rsid w:val="0046708F"/>
    <w:rsid w:val="004706CD"/>
    <w:rsid w:val="004907DB"/>
    <w:rsid w:val="004933B3"/>
    <w:rsid w:val="00493F7B"/>
    <w:rsid w:val="004A4142"/>
    <w:rsid w:val="004A79C2"/>
    <w:rsid w:val="004B2DD0"/>
    <w:rsid w:val="004B4C01"/>
    <w:rsid w:val="004C0118"/>
    <w:rsid w:val="004C64CE"/>
    <w:rsid w:val="004D4C75"/>
    <w:rsid w:val="004D4DA1"/>
    <w:rsid w:val="004E29BA"/>
    <w:rsid w:val="004E57E7"/>
    <w:rsid w:val="004E6DA9"/>
    <w:rsid w:val="004F08E5"/>
    <w:rsid w:val="004F746A"/>
    <w:rsid w:val="00503E7C"/>
    <w:rsid w:val="00511FD7"/>
    <w:rsid w:val="00513ABC"/>
    <w:rsid w:val="0051616C"/>
    <w:rsid w:val="00517270"/>
    <w:rsid w:val="005238D8"/>
    <w:rsid w:val="00537E51"/>
    <w:rsid w:val="0054085C"/>
    <w:rsid w:val="005419E8"/>
    <w:rsid w:val="005443C6"/>
    <w:rsid w:val="00556107"/>
    <w:rsid w:val="00571086"/>
    <w:rsid w:val="00573C32"/>
    <w:rsid w:val="005876CD"/>
    <w:rsid w:val="00594AF2"/>
    <w:rsid w:val="00594DEC"/>
    <w:rsid w:val="005A0AE3"/>
    <w:rsid w:val="005B08EC"/>
    <w:rsid w:val="005B28B5"/>
    <w:rsid w:val="005B6962"/>
    <w:rsid w:val="005C02EA"/>
    <w:rsid w:val="005C07D1"/>
    <w:rsid w:val="005C157E"/>
    <w:rsid w:val="005C1E7F"/>
    <w:rsid w:val="005D5C29"/>
    <w:rsid w:val="005D5D8A"/>
    <w:rsid w:val="005D662D"/>
    <w:rsid w:val="005D6AE1"/>
    <w:rsid w:val="005E3203"/>
    <w:rsid w:val="005E7EA1"/>
    <w:rsid w:val="006005BF"/>
    <w:rsid w:val="0060254D"/>
    <w:rsid w:val="00602E58"/>
    <w:rsid w:val="006035D3"/>
    <w:rsid w:val="00604BBC"/>
    <w:rsid w:val="00610CC0"/>
    <w:rsid w:val="0061235E"/>
    <w:rsid w:val="0062483F"/>
    <w:rsid w:val="006267E7"/>
    <w:rsid w:val="00633067"/>
    <w:rsid w:val="006546B7"/>
    <w:rsid w:val="0065668F"/>
    <w:rsid w:val="00665A74"/>
    <w:rsid w:val="0069143B"/>
    <w:rsid w:val="00692694"/>
    <w:rsid w:val="0069474B"/>
    <w:rsid w:val="00695B77"/>
    <w:rsid w:val="006A4D43"/>
    <w:rsid w:val="006A4ECD"/>
    <w:rsid w:val="006B4703"/>
    <w:rsid w:val="006C0F67"/>
    <w:rsid w:val="006C6F42"/>
    <w:rsid w:val="006E0885"/>
    <w:rsid w:val="006E56CD"/>
    <w:rsid w:val="006E7653"/>
    <w:rsid w:val="00704408"/>
    <w:rsid w:val="00710425"/>
    <w:rsid w:val="00710893"/>
    <w:rsid w:val="0071178A"/>
    <w:rsid w:val="00713082"/>
    <w:rsid w:val="00713D84"/>
    <w:rsid w:val="007158CA"/>
    <w:rsid w:val="00717E8A"/>
    <w:rsid w:val="0072293B"/>
    <w:rsid w:val="00723288"/>
    <w:rsid w:val="007255FF"/>
    <w:rsid w:val="007256F7"/>
    <w:rsid w:val="00731DED"/>
    <w:rsid w:val="00745EAE"/>
    <w:rsid w:val="00755097"/>
    <w:rsid w:val="0077358F"/>
    <w:rsid w:val="00787F9E"/>
    <w:rsid w:val="00790CD0"/>
    <w:rsid w:val="007A1EDF"/>
    <w:rsid w:val="007A4013"/>
    <w:rsid w:val="007A6170"/>
    <w:rsid w:val="007B6330"/>
    <w:rsid w:val="007C3302"/>
    <w:rsid w:val="007D15FD"/>
    <w:rsid w:val="007D18AE"/>
    <w:rsid w:val="007D7A45"/>
    <w:rsid w:val="007D7B6D"/>
    <w:rsid w:val="007E0430"/>
    <w:rsid w:val="007E29E0"/>
    <w:rsid w:val="007E44B9"/>
    <w:rsid w:val="007E5F75"/>
    <w:rsid w:val="007E6047"/>
    <w:rsid w:val="007E7DAE"/>
    <w:rsid w:val="008017DA"/>
    <w:rsid w:val="008178CB"/>
    <w:rsid w:val="0082773C"/>
    <w:rsid w:val="00831A8B"/>
    <w:rsid w:val="00833BAC"/>
    <w:rsid w:val="00845086"/>
    <w:rsid w:val="00846B72"/>
    <w:rsid w:val="00851D29"/>
    <w:rsid w:val="0085253E"/>
    <w:rsid w:val="00852772"/>
    <w:rsid w:val="00852DFD"/>
    <w:rsid w:val="008562D9"/>
    <w:rsid w:val="008661B6"/>
    <w:rsid w:val="00866E54"/>
    <w:rsid w:val="00874EDF"/>
    <w:rsid w:val="008851EF"/>
    <w:rsid w:val="00886469"/>
    <w:rsid w:val="00894366"/>
    <w:rsid w:val="008A0231"/>
    <w:rsid w:val="008A2296"/>
    <w:rsid w:val="008B0E38"/>
    <w:rsid w:val="008B4890"/>
    <w:rsid w:val="008B5502"/>
    <w:rsid w:val="008B5657"/>
    <w:rsid w:val="008C1A53"/>
    <w:rsid w:val="008C5B9D"/>
    <w:rsid w:val="008D20A5"/>
    <w:rsid w:val="008E097A"/>
    <w:rsid w:val="008E2FCD"/>
    <w:rsid w:val="008E5BB7"/>
    <w:rsid w:val="009010D9"/>
    <w:rsid w:val="00903C44"/>
    <w:rsid w:val="00904BFC"/>
    <w:rsid w:val="009054FA"/>
    <w:rsid w:val="009070AB"/>
    <w:rsid w:val="00910885"/>
    <w:rsid w:val="00932012"/>
    <w:rsid w:val="0093207D"/>
    <w:rsid w:val="009354F3"/>
    <w:rsid w:val="00940340"/>
    <w:rsid w:val="0094244D"/>
    <w:rsid w:val="00957BBA"/>
    <w:rsid w:val="00973A67"/>
    <w:rsid w:val="00975DAE"/>
    <w:rsid w:val="009838FE"/>
    <w:rsid w:val="00992920"/>
    <w:rsid w:val="00995C8F"/>
    <w:rsid w:val="00996DC4"/>
    <w:rsid w:val="009B329C"/>
    <w:rsid w:val="009B5263"/>
    <w:rsid w:val="009B5AE2"/>
    <w:rsid w:val="009B5F73"/>
    <w:rsid w:val="009C127D"/>
    <w:rsid w:val="009C1894"/>
    <w:rsid w:val="009C4322"/>
    <w:rsid w:val="009C4437"/>
    <w:rsid w:val="009C7587"/>
    <w:rsid w:val="009E62AB"/>
    <w:rsid w:val="009E6546"/>
    <w:rsid w:val="009E7FE4"/>
    <w:rsid w:val="009F1924"/>
    <w:rsid w:val="009F7D2D"/>
    <w:rsid w:val="00A00FCC"/>
    <w:rsid w:val="00A05D61"/>
    <w:rsid w:val="00A122DF"/>
    <w:rsid w:val="00A2019E"/>
    <w:rsid w:val="00A275DF"/>
    <w:rsid w:val="00A400C8"/>
    <w:rsid w:val="00A406BF"/>
    <w:rsid w:val="00A44DFD"/>
    <w:rsid w:val="00A509D0"/>
    <w:rsid w:val="00A50AD2"/>
    <w:rsid w:val="00A5222E"/>
    <w:rsid w:val="00A56826"/>
    <w:rsid w:val="00A571B4"/>
    <w:rsid w:val="00A60D93"/>
    <w:rsid w:val="00A673E9"/>
    <w:rsid w:val="00A67642"/>
    <w:rsid w:val="00A70AAA"/>
    <w:rsid w:val="00A710F7"/>
    <w:rsid w:val="00A77BAB"/>
    <w:rsid w:val="00A9283B"/>
    <w:rsid w:val="00A949F6"/>
    <w:rsid w:val="00AB7AF2"/>
    <w:rsid w:val="00AC388C"/>
    <w:rsid w:val="00AD1729"/>
    <w:rsid w:val="00AD6894"/>
    <w:rsid w:val="00AE5665"/>
    <w:rsid w:val="00AE6BE2"/>
    <w:rsid w:val="00B0288E"/>
    <w:rsid w:val="00B053E3"/>
    <w:rsid w:val="00B133A7"/>
    <w:rsid w:val="00B14A28"/>
    <w:rsid w:val="00B2044C"/>
    <w:rsid w:val="00B242FD"/>
    <w:rsid w:val="00B30845"/>
    <w:rsid w:val="00B34211"/>
    <w:rsid w:val="00B365CC"/>
    <w:rsid w:val="00B3682D"/>
    <w:rsid w:val="00B374DC"/>
    <w:rsid w:val="00B3761F"/>
    <w:rsid w:val="00B40349"/>
    <w:rsid w:val="00B4045D"/>
    <w:rsid w:val="00B450C8"/>
    <w:rsid w:val="00B51A91"/>
    <w:rsid w:val="00B54F16"/>
    <w:rsid w:val="00B64F21"/>
    <w:rsid w:val="00B6594C"/>
    <w:rsid w:val="00B753F4"/>
    <w:rsid w:val="00B81734"/>
    <w:rsid w:val="00B82EED"/>
    <w:rsid w:val="00B97EB4"/>
    <w:rsid w:val="00BA032A"/>
    <w:rsid w:val="00BA1155"/>
    <w:rsid w:val="00BA5A62"/>
    <w:rsid w:val="00BA7F93"/>
    <w:rsid w:val="00BF32D8"/>
    <w:rsid w:val="00BF3D3A"/>
    <w:rsid w:val="00C04645"/>
    <w:rsid w:val="00C05F0A"/>
    <w:rsid w:val="00C160BB"/>
    <w:rsid w:val="00C17068"/>
    <w:rsid w:val="00C21F62"/>
    <w:rsid w:val="00C23158"/>
    <w:rsid w:val="00C2431E"/>
    <w:rsid w:val="00C25F5A"/>
    <w:rsid w:val="00C26C80"/>
    <w:rsid w:val="00C37E84"/>
    <w:rsid w:val="00C44A06"/>
    <w:rsid w:val="00C469B5"/>
    <w:rsid w:val="00C54584"/>
    <w:rsid w:val="00C55613"/>
    <w:rsid w:val="00C5580E"/>
    <w:rsid w:val="00C64311"/>
    <w:rsid w:val="00C64ED0"/>
    <w:rsid w:val="00C66257"/>
    <w:rsid w:val="00C73518"/>
    <w:rsid w:val="00C73BC8"/>
    <w:rsid w:val="00C7690E"/>
    <w:rsid w:val="00C902EA"/>
    <w:rsid w:val="00C917EB"/>
    <w:rsid w:val="00C97A3D"/>
    <w:rsid w:val="00CA540D"/>
    <w:rsid w:val="00CA5A25"/>
    <w:rsid w:val="00CB0E7F"/>
    <w:rsid w:val="00CB5A21"/>
    <w:rsid w:val="00CB6697"/>
    <w:rsid w:val="00CD2469"/>
    <w:rsid w:val="00CE50C8"/>
    <w:rsid w:val="00CE60C8"/>
    <w:rsid w:val="00CF4C3A"/>
    <w:rsid w:val="00D00AD5"/>
    <w:rsid w:val="00D01F13"/>
    <w:rsid w:val="00D03177"/>
    <w:rsid w:val="00D13416"/>
    <w:rsid w:val="00D16D38"/>
    <w:rsid w:val="00D303E7"/>
    <w:rsid w:val="00D3543F"/>
    <w:rsid w:val="00D37C45"/>
    <w:rsid w:val="00D43641"/>
    <w:rsid w:val="00D46A84"/>
    <w:rsid w:val="00D5229A"/>
    <w:rsid w:val="00D52363"/>
    <w:rsid w:val="00D52DB1"/>
    <w:rsid w:val="00D53CCE"/>
    <w:rsid w:val="00D57B30"/>
    <w:rsid w:val="00D64874"/>
    <w:rsid w:val="00D678EF"/>
    <w:rsid w:val="00D70BA0"/>
    <w:rsid w:val="00D75FE5"/>
    <w:rsid w:val="00D82D07"/>
    <w:rsid w:val="00D8495F"/>
    <w:rsid w:val="00D86841"/>
    <w:rsid w:val="00D873D8"/>
    <w:rsid w:val="00D932BD"/>
    <w:rsid w:val="00DB06FD"/>
    <w:rsid w:val="00DC00AA"/>
    <w:rsid w:val="00DC4F39"/>
    <w:rsid w:val="00DD3AF6"/>
    <w:rsid w:val="00DD408D"/>
    <w:rsid w:val="00DD41F0"/>
    <w:rsid w:val="00DD6ED8"/>
    <w:rsid w:val="00DE3BBA"/>
    <w:rsid w:val="00DE7487"/>
    <w:rsid w:val="00DF7CBD"/>
    <w:rsid w:val="00DF7D7A"/>
    <w:rsid w:val="00E03578"/>
    <w:rsid w:val="00E06ABB"/>
    <w:rsid w:val="00E16D68"/>
    <w:rsid w:val="00E24798"/>
    <w:rsid w:val="00E24A2F"/>
    <w:rsid w:val="00E24E61"/>
    <w:rsid w:val="00E35772"/>
    <w:rsid w:val="00E37DB6"/>
    <w:rsid w:val="00E55B34"/>
    <w:rsid w:val="00E55F84"/>
    <w:rsid w:val="00E56EC9"/>
    <w:rsid w:val="00E611FF"/>
    <w:rsid w:val="00E61D69"/>
    <w:rsid w:val="00E63642"/>
    <w:rsid w:val="00E66861"/>
    <w:rsid w:val="00E70D0A"/>
    <w:rsid w:val="00E73FC0"/>
    <w:rsid w:val="00E826EC"/>
    <w:rsid w:val="00E85CC6"/>
    <w:rsid w:val="00E90DCF"/>
    <w:rsid w:val="00EB293E"/>
    <w:rsid w:val="00EB2B80"/>
    <w:rsid w:val="00EB5B2D"/>
    <w:rsid w:val="00EB5C4B"/>
    <w:rsid w:val="00EB646F"/>
    <w:rsid w:val="00EC1217"/>
    <w:rsid w:val="00EE0B15"/>
    <w:rsid w:val="00F02277"/>
    <w:rsid w:val="00F040ED"/>
    <w:rsid w:val="00F06045"/>
    <w:rsid w:val="00F06B88"/>
    <w:rsid w:val="00F16EBF"/>
    <w:rsid w:val="00F242EE"/>
    <w:rsid w:val="00F244F7"/>
    <w:rsid w:val="00F252CB"/>
    <w:rsid w:val="00F26B7F"/>
    <w:rsid w:val="00F302E7"/>
    <w:rsid w:val="00F3155B"/>
    <w:rsid w:val="00F4240E"/>
    <w:rsid w:val="00F424ED"/>
    <w:rsid w:val="00F43136"/>
    <w:rsid w:val="00F53F9A"/>
    <w:rsid w:val="00F56614"/>
    <w:rsid w:val="00F61CF8"/>
    <w:rsid w:val="00F707DB"/>
    <w:rsid w:val="00F81C7C"/>
    <w:rsid w:val="00F84228"/>
    <w:rsid w:val="00F87459"/>
    <w:rsid w:val="00F930D4"/>
    <w:rsid w:val="00FB1803"/>
    <w:rsid w:val="00FB4CD0"/>
    <w:rsid w:val="00FC7A23"/>
    <w:rsid w:val="00FD00D3"/>
    <w:rsid w:val="00FE12D4"/>
    <w:rsid w:val="00FE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228F7AF"/>
  <w15:docId w15:val="{B03C0896-F98F-4AD6-A041-CFE2E598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1F57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F00B6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5FE5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75FE5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5FE5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5FE5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5FE5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75FE5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75FE5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75FE5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ETnormln">
    <w:name w:val="MNET_normální"/>
    <w:basedOn w:val="Normln"/>
    <w:link w:val="MNETnormlnChar"/>
    <w:qFormat/>
    <w:rsid w:val="008B0E38"/>
    <w:pPr>
      <w:spacing w:after="0" w:line="240" w:lineRule="auto"/>
    </w:pPr>
    <w:rPr>
      <w:rFonts w:cs="Arial"/>
    </w:rPr>
  </w:style>
  <w:style w:type="character" w:customStyle="1" w:styleId="MNETnormlnChar">
    <w:name w:val="MNET_normální Char"/>
    <w:basedOn w:val="Standardnpsmoodstavce"/>
    <w:link w:val="MNETnormln"/>
    <w:rsid w:val="008B0E38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4C6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4CE"/>
  </w:style>
  <w:style w:type="paragraph" w:styleId="Zpat">
    <w:name w:val="footer"/>
    <w:basedOn w:val="Normln"/>
    <w:link w:val="ZpatChar"/>
    <w:uiPriority w:val="99"/>
    <w:unhideWhenUsed/>
    <w:rsid w:val="004C6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4CE"/>
  </w:style>
  <w:style w:type="paragraph" w:styleId="Textbubliny">
    <w:name w:val="Balloon Text"/>
    <w:basedOn w:val="Normln"/>
    <w:link w:val="TextbublinyChar"/>
    <w:uiPriority w:val="99"/>
    <w:semiHidden/>
    <w:unhideWhenUsed/>
    <w:rsid w:val="004C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4C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C64CE"/>
    <w:rPr>
      <w:color w:val="0000FF" w:themeColor="hyperlink"/>
      <w:u w:val="single"/>
    </w:rPr>
  </w:style>
  <w:style w:type="paragraph" w:customStyle="1" w:styleId="MNETNadpis1">
    <w:name w:val="MNET_Nadpis1"/>
    <w:basedOn w:val="MNETnormln"/>
    <w:next w:val="MNETnormln"/>
    <w:link w:val="MNETNadpis1Char"/>
    <w:qFormat/>
    <w:rsid w:val="004C64CE"/>
    <w:pPr>
      <w:spacing w:after="200"/>
    </w:pPr>
    <w:rPr>
      <w:b/>
      <w:sz w:val="28"/>
      <w:szCs w:val="28"/>
    </w:rPr>
  </w:style>
  <w:style w:type="paragraph" w:customStyle="1" w:styleId="MNETzhlav">
    <w:name w:val="MNET_záhlaví"/>
    <w:basedOn w:val="MNETNadpis1"/>
    <w:next w:val="MNETnormln"/>
    <w:link w:val="MNETzhlavChar"/>
    <w:qFormat/>
    <w:rsid w:val="003349E4"/>
    <w:pPr>
      <w:tabs>
        <w:tab w:val="right" w:pos="9639"/>
      </w:tabs>
      <w:spacing w:after="0"/>
    </w:pPr>
    <w:rPr>
      <w:b w:val="0"/>
      <w:sz w:val="18"/>
      <w:szCs w:val="18"/>
    </w:rPr>
  </w:style>
  <w:style w:type="character" w:customStyle="1" w:styleId="MNETNadpis1Char">
    <w:name w:val="MNET_Nadpis1 Char"/>
    <w:basedOn w:val="MNETnormlnChar"/>
    <w:link w:val="MNETNadpis1"/>
    <w:rsid w:val="004C64CE"/>
    <w:rPr>
      <w:rFonts w:ascii="Arial" w:hAnsi="Arial" w:cs="Arial"/>
      <w:b/>
      <w:sz w:val="28"/>
      <w:szCs w:val="28"/>
    </w:rPr>
  </w:style>
  <w:style w:type="character" w:customStyle="1" w:styleId="MNETzhlavChar">
    <w:name w:val="MNET_záhlaví Char"/>
    <w:basedOn w:val="MNETNadpis1Char"/>
    <w:link w:val="MNETzhlav"/>
    <w:rsid w:val="003349E4"/>
    <w:rPr>
      <w:rFonts w:ascii="Arial" w:hAnsi="Arial" w:cs="Arial"/>
      <w:b w:val="0"/>
      <w:sz w:val="18"/>
      <w:szCs w:val="18"/>
    </w:rPr>
  </w:style>
  <w:style w:type="paragraph" w:customStyle="1" w:styleId="MNETsmernicenadpis">
    <w:name w:val="MNET_smernice_nadpis"/>
    <w:basedOn w:val="Normln"/>
    <w:next w:val="MNETnormln"/>
    <w:link w:val="MNETsmernicenadpisChar"/>
    <w:qFormat/>
    <w:rsid w:val="000B5CED"/>
    <w:pPr>
      <w:spacing w:after="0"/>
    </w:pPr>
    <w:rPr>
      <w:rFonts w:cs="Arial"/>
      <w:b/>
      <w:caps/>
      <w:sz w:val="48"/>
      <w:szCs w:val="48"/>
    </w:rPr>
  </w:style>
  <w:style w:type="table" w:styleId="Mkatabulky">
    <w:name w:val="Table Grid"/>
    <w:basedOn w:val="Normlntabulka"/>
    <w:uiPriority w:val="39"/>
    <w:rsid w:val="00A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NETsmernicenadpisChar">
    <w:name w:val="MNET_smernice_nadpis Char"/>
    <w:basedOn w:val="Standardnpsmoodstavce"/>
    <w:link w:val="MNETsmernicenadpis"/>
    <w:rsid w:val="000B5CED"/>
    <w:rPr>
      <w:rFonts w:ascii="Arial" w:hAnsi="Arial" w:cs="Arial"/>
      <w:b/>
      <w:caps/>
      <w:sz w:val="48"/>
      <w:szCs w:val="48"/>
    </w:rPr>
  </w:style>
  <w:style w:type="paragraph" w:styleId="Bezmezer">
    <w:name w:val="No Spacing"/>
    <w:link w:val="BezmezerChar"/>
    <w:uiPriority w:val="1"/>
    <w:qFormat/>
    <w:rsid w:val="000E6F8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6F83"/>
    <w:rPr>
      <w:rFonts w:eastAsiaTheme="minorEastAsia"/>
      <w:lang w:eastAsia="cs-CZ"/>
    </w:rPr>
  </w:style>
  <w:style w:type="character" w:styleId="Zstupntext">
    <w:name w:val="Placeholder Text"/>
    <w:basedOn w:val="Standardnpsmoodstavce"/>
    <w:uiPriority w:val="99"/>
    <w:semiHidden/>
    <w:rsid w:val="00C17068"/>
    <w:rPr>
      <w:color w:val="808080"/>
    </w:rPr>
  </w:style>
  <w:style w:type="paragraph" w:customStyle="1" w:styleId="MNETslovannadpis">
    <w:name w:val="MNET_číslovaný nadpis"/>
    <w:basedOn w:val="MNETnormln"/>
    <w:next w:val="MNETnormln"/>
    <w:link w:val="MNETslovannadpisChar"/>
    <w:qFormat/>
    <w:rsid w:val="005443C6"/>
    <w:pPr>
      <w:numPr>
        <w:numId w:val="1"/>
      </w:numPr>
      <w:spacing w:before="200" w:after="200"/>
    </w:pPr>
    <w:rPr>
      <w:b/>
      <w:sz w:val="24"/>
      <w:szCs w:val="28"/>
    </w:rPr>
  </w:style>
  <w:style w:type="paragraph" w:customStyle="1" w:styleId="MNETpodpis">
    <w:name w:val="MNET_podpis"/>
    <w:basedOn w:val="MNETnormln"/>
    <w:next w:val="MNETnormln"/>
    <w:link w:val="MNETpodpisChar"/>
    <w:qFormat/>
    <w:rsid w:val="003F00B6"/>
    <w:pPr>
      <w:spacing w:before="1400"/>
      <w:contextualSpacing/>
    </w:pPr>
  </w:style>
  <w:style w:type="character" w:customStyle="1" w:styleId="MNETslovannadpisChar">
    <w:name w:val="MNET_číslovaný nadpis Char"/>
    <w:basedOn w:val="MNETnormlnChar"/>
    <w:link w:val="MNETslovannadpis"/>
    <w:rsid w:val="005443C6"/>
    <w:rPr>
      <w:rFonts w:ascii="Arial" w:hAnsi="Arial" w:cs="Arial"/>
      <w:b/>
      <w:sz w:val="24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3F0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NETpodpisChar">
    <w:name w:val="MNET_podpis Char"/>
    <w:basedOn w:val="MNETnormlnChar"/>
    <w:link w:val="MNETpodpis"/>
    <w:rsid w:val="003F00B6"/>
    <w:rPr>
      <w:rFonts w:ascii="Arial" w:hAnsi="Arial" w:cs="Arial"/>
    </w:rPr>
  </w:style>
  <w:style w:type="paragraph" w:styleId="Nadpisobsahu">
    <w:name w:val="TOC Heading"/>
    <w:basedOn w:val="Nadpis1"/>
    <w:next w:val="Normln"/>
    <w:uiPriority w:val="39"/>
    <w:unhideWhenUsed/>
    <w:qFormat/>
    <w:rsid w:val="003F00B6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3F00B6"/>
    <w:pPr>
      <w:spacing w:after="100"/>
      <w:ind w:left="220"/>
    </w:pPr>
    <w:rPr>
      <w:rFonts w:eastAsiaTheme="minorEastAsi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E57E7"/>
    <w:pPr>
      <w:tabs>
        <w:tab w:val="left" w:pos="440"/>
        <w:tab w:val="right" w:leader="dot" w:pos="9628"/>
      </w:tabs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3F00B6"/>
    <w:pPr>
      <w:spacing w:after="100"/>
      <w:ind w:left="44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5F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75F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5FE5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5FE5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75FE5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75FE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75F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75F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A275DF"/>
    <w:pPr>
      <w:numPr>
        <w:numId w:val="3"/>
      </w:numPr>
      <w:spacing w:before="120" w:after="0" w:line="240" w:lineRule="auto"/>
      <w:ind w:left="1434" w:hanging="357"/>
      <w:contextualSpacing/>
    </w:pPr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404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E7F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7FE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7FE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FE4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838FE"/>
    <w:pPr>
      <w:spacing w:after="0" w:line="240" w:lineRule="auto"/>
    </w:pPr>
    <w:rPr>
      <w:rFonts w:ascii="Arial" w:hAnsi="Arial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8674C"/>
    <w:pPr>
      <w:numPr>
        <w:ilvl w:val="1"/>
      </w:numPr>
      <w:pBdr>
        <w:top w:val="single" w:sz="4" w:space="5" w:color="auto"/>
        <w:left w:val="single" w:sz="4" w:space="4" w:color="auto"/>
        <w:bottom w:val="single" w:sz="4" w:space="5" w:color="auto"/>
        <w:right w:val="single" w:sz="4" w:space="4" w:color="auto"/>
      </w:pBdr>
      <w:spacing w:before="120" w:after="120" w:line="240" w:lineRule="auto"/>
    </w:pPr>
    <w:rPr>
      <w:rFonts w:ascii="Arial CE" w:eastAsiaTheme="minorEastAsia" w:hAnsi="Arial CE"/>
      <w:b/>
      <w:spacing w:val="15"/>
      <w:sz w:val="22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28674C"/>
    <w:rPr>
      <w:rFonts w:ascii="Arial CE" w:eastAsiaTheme="minorEastAsia" w:hAnsi="Arial CE"/>
      <w:b/>
      <w:spacing w:val="15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E6DA9"/>
    <w:pPr>
      <w:suppressAutoHyphens/>
      <w:spacing w:before="240" w:after="240" w:line="240" w:lineRule="auto"/>
      <w:contextualSpacing/>
      <w:jc w:val="center"/>
    </w:pPr>
    <w:rPr>
      <w:rFonts w:ascii="Arial CE" w:eastAsiaTheme="majorEastAsia" w:hAnsi="Arial CE" w:cstheme="majorBidi"/>
      <w:spacing w:val="-10"/>
      <w:kern w:val="2"/>
      <w:sz w:val="40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qFormat/>
    <w:rsid w:val="004E6DA9"/>
    <w:rPr>
      <w:rFonts w:ascii="Arial CE" w:eastAsiaTheme="majorEastAsia" w:hAnsi="Arial CE" w:cstheme="majorBidi"/>
      <w:spacing w:val="-10"/>
      <w:kern w:val="2"/>
      <w:sz w:val="40"/>
      <w:szCs w:val="56"/>
      <w:lang w:eastAsia="cs-CZ"/>
    </w:rPr>
  </w:style>
  <w:style w:type="table" w:styleId="Tabulkasmkou4">
    <w:name w:val="Grid Table 4"/>
    <w:basedOn w:val="Normlntabulka"/>
    <w:uiPriority w:val="49"/>
    <w:rsid w:val="00DD6ED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DD6ED8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eznamu3zvraznn1">
    <w:name w:val="List Table 3 Accent 1"/>
    <w:basedOn w:val="Normlntabulka"/>
    <w:uiPriority w:val="48"/>
    <w:rsid w:val="00DD6ED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odrky">
    <w:name w:val="odrážky"/>
    <w:basedOn w:val="Normln"/>
    <w:rsid w:val="008E5BB7"/>
    <w:pPr>
      <w:numPr>
        <w:ilvl w:val="1"/>
        <w:numId w:val="9"/>
      </w:numPr>
      <w:tabs>
        <w:tab w:val="num" w:pos="1069"/>
      </w:tabs>
      <w:spacing w:after="0" w:line="240" w:lineRule="auto"/>
      <w:ind w:left="1069"/>
      <w:jc w:val="both"/>
    </w:pPr>
    <w:rPr>
      <w:rFonts w:eastAsia="Times New Roman" w:cs="Arial"/>
      <w:sz w:val="24"/>
      <w:szCs w:val="24"/>
      <w:lang w:eastAsia="cs-CZ"/>
    </w:rPr>
  </w:style>
  <w:style w:type="paragraph" w:customStyle="1" w:styleId="Obsahtabulky">
    <w:name w:val="Obsah tabulky"/>
    <w:basedOn w:val="Normln"/>
    <w:uiPriority w:val="99"/>
    <w:rsid w:val="006E56C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2612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lrichova\OneDrive%20-%20Statutarni%20mesto%20Usti%20nad%20Labem\Plocha\MNET_sm&#283;rnice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2022-10-04T00:00:00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31C9B2FBDE5A4F8E58DC387995D50B" ma:contentTypeVersion="18" ma:contentTypeDescription="Vytvoří nový dokument" ma:contentTypeScope="" ma:versionID="168fdb91b581fc5c0e1249619a92a052">
  <xsd:schema xmlns:xsd="http://www.w3.org/2001/XMLSchema" xmlns:xs="http://www.w3.org/2001/XMLSchema" xmlns:p="http://schemas.microsoft.com/office/2006/metadata/properties" xmlns:ns2="ae6e3963-5b7b-427d-b33d-6f5c9c062bb1" xmlns:ns3="d8c9f03e-b0f7-4b8a-bbd0-fafa2be26a7a" targetNamespace="http://schemas.microsoft.com/office/2006/metadata/properties" ma:root="true" ma:fieldsID="e31390ce9137007e1edb6c9cb320628c" ns2:_="" ns3:_="">
    <xsd:import namespace="ae6e3963-5b7b-427d-b33d-6f5c9c062bb1"/>
    <xsd:import namespace="d8c9f03e-b0f7-4b8a-bbd0-fafa2be26a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e3963-5b7b-427d-b33d-6f5c9c062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6ec0b591-67b0-48fc-9da7-9417244e2b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9f03e-b0f7-4b8a-bbd0-fafa2be26a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3560ed-9672-4f80-b5a9-3d9d934f5fca}" ma:internalName="TaxCatchAll" ma:showField="CatchAllData" ma:web="d8c9f03e-b0f7-4b8a-bbd0-fafa2be26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c9f03e-b0f7-4b8a-bbd0-fafa2be26a7a" xsi:nil="true"/>
    <lcf76f155ced4ddcb4097134ff3c332f xmlns="ae6e3963-5b7b-427d-b33d-6f5c9c062bb1">
      <Terms xmlns="http://schemas.microsoft.com/office/infopath/2007/PartnerControls"/>
    </lcf76f155ced4ddcb4097134ff3c332f>
    <MediaLengthInSeconds xmlns="ae6e3963-5b7b-427d-b33d-6f5c9c062bb1" xsi:nil="true"/>
    <SharedWithUsers xmlns="d8c9f03e-b0f7-4b8a-bbd0-fafa2be26a7a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8A4C11-A63E-43A3-8D2B-546BFF81C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6e3963-5b7b-427d-b33d-6f5c9c062bb1"/>
    <ds:schemaRef ds:uri="d8c9f03e-b0f7-4b8a-bbd0-fafa2be26a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91FA5C-E020-43A9-A7B3-1717616E2255}">
  <ds:schemaRefs>
    <ds:schemaRef ds:uri="http://schemas.microsoft.com/office/2006/metadata/properties"/>
    <ds:schemaRef ds:uri="http://schemas.microsoft.com/office/infopath/2007/PartnerControls"/>
    <ds:schemaRef ds:uri="d8c9f03e-b0f7-4b8a-bbd0-fafa2be26a7a"/>
    <ds:schemaRef ds:uri="ae6e3963-5b7b-427d-b33d-6f5c9c062bb1"/>
  </ds:schemaRefs>
</ds:datastoreItem>
</file>

<file path=customXml/itemProps4.xml><?xml version="1.0" encoding="utf-8"?>
<ds:datastoreItem xmlns:ds="http://schemas.openxmlformats.org/officeDocument/2006/customXml" ds:itemID="{2F851080-6B06-47E9-9E69-CBDDADB07D5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F17177D-199E-43F4-821F-AF552178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MNET_směrnice2.dotx</Template>
  <TotalTime>135</TotalTime>
  <Pages>3</Pages>
  <Words>828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Metropolnet, a.s.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</dc:subject>
  <dc:creator>Vejsada David, Bc.</dc:creator>
  <cp:lastModifiedBy>Kubáková Tereza</cp:lastModifiedBy>
  <cp:revision>320</cp:revision>
  <cp:lastPrinted>2023-12-05T06:42:00Z</cp:lastPrinted>
  <dcterms:created xsi:type="dcterms:W3CDTF">2023-10-17T11:18:00Z</dcterms:created>
  <dcterms:modified xsi:type="dcterms:W3CDTF">2026-01-19T06:50:00Z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0x0101005731C9B2FBDE5A4F8E58DC387995D50B</vt:lpwstr>
  </property>
  <property fmtid="{D5CDD505-2E9C-101B-9397-08002B2CF9AE}" pid="3" name="MediaServiceImageTags">
    <vt:lpwstr/>
  </property>
  <property fmtid="{D5CDD505-2E9C-101B-9397-08002B2CF9AE}" pid="4" name="Order">
    <vt:r8>2647200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